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EA" w:rsidRPr="001C6ACD" w:rsidRDefault="00557FEA" w:rsidP="002000D6">
      <w:pPr>
        <w:jc w:val="center"/>
        <w:rPr>
          <w:b/>
          <w:color w:val="000000"/>
          <w:sz w:val="28"/>
          <w:szCs w:val="28"/>
          <w:lang w:val="uk-UA"/>
        </w:rPr>
      </w:pPr>
      <w:r w:rsidRPr="001C6ACD">
        <w:rPr>
          <w:b/>
          <w:color w:val="000000"/>
          <w:sz w:val="28"/>
          <w:szCs w:val="28"/>
          <w:lang w:val="uk-UA"/>
        </w:rPr>
        <w:t>Інформаційно – аналітичний звіт</w:t>
      </w:r>
    </w:p>
    <w:p w:rsidR="00557FEA" w:rsidRPr="001C6ACD" w:rsidRDefault="00557FEA" w:rsidP="002000D6">
      <w:pPr>
        <w:ind w:left="900" w:right="895" w:firstLine="180"/>
        <w:jc w:val="center"/>
        <w:rPr>
          <w:b/>
          <w:color w:val="000000"/>
          <w:sz w:val="28"/>
          <w:szCs w:val="28"/>
          <w:lang w:val="uk-UA"/>
        </w:rPr>
      </w:pPr>
      <w:r w:rsidRPr="001C6ACD">
        <w:rPr>
          <w:b/>
          <w:color w:val="000000"/>
          <w:sz w:val="28"/>
          <w:szCs w:val="28"/>
          <w:lang w:val="uk-UA"/>
        </w:rPr>
        <w:t xml:space="preserve">про стан справ з реалізації державної молодіжної </w:t>
      </w: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та сімейної </w:t>
      </w:r>
      <w:r w:rsidRPr="001C6ACD">
        <w:rPr>
          <w:b/>
          <w:color w:val="000000"/>
          <w:sz w:val="28"/>
          <w:szCs w:val="28"/>
          <w:lang w:val="uk-UA"/>
        </w:rPr>
        <w:t>політики у м. Лисичанську</w:t>
      </w:r>
    </w:p>
    <w:p w:rsidR="00557FEA" w:rsidRPr="00E77BB7" w:rsidRDefault="00557FEA" w:rsidP="002000D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 2014-2015</w:t>
      </w:r>
      <w:r w:rsidRPr="00E77BB7">
        <w:rPr>
          <w:b/>
          <w:color w:val="000000"/>
          <w:sz w:val="28"/>
          <w:szCs w:val="28"/>
          <w:lang w:val="uk-UA"/>
        </w:rPr>
        <w:t xml:space="preserve">р. </w:t>
      </w:r>
    </w:p>
    <w:p w:rsidR="00557FEA" w:rsidRDefault="00557FEA" w:rsidP="002000D6">
      <w:pPr>
        <w:jc w:val="center"/>
        <w:rPr>
          <w:color w:val="000000"/>
          <w:sz w:val="28"/>
          <w:szCs w:val="28"/>
          <w:lang w:val="uk-UA"/>
        </w:rPr>
      </w:pPr>
    </w:p>
    <w:p w:rsidR="00557FEA" w:rsidRPr="001C6ACD" w:rsidRDefault="00557FEA" w:rsidP="002000D6">
      <w:pPr>
        <w:jc w:val="center"/>
        <w:rPr>
          <w:color w:val="000000"/>
          <w:sz w:val="28"/>
          <w:szCs w:val="28"/>
          <w:lang w:val="uk-UA"/>
        </w:rPr>
      </w:pPr>
    </w:p>
    <w:p w:rsidR="00557FEA" w:rsidRPr="001C6ACD" w:rsidRDefault="00557FEA" w:rsidP="002000D6">
      <w:pPr>
        <w:jc w:val="both"/>
        <w:rPr>
          <w:color w:val="000000"/>
          <w:sz w:val="28"/>
          <w:szCs w:val="28"/>
          <w:lang w:val="uk-UA" w:eastAsia="uk-UA"/>
        </w:rPr>
      </w:pPr>
      <w:r w:rsidRPr="001C6ACD">
        <w:rPr>
          <w:color w:val="000000"/>
          <w:sz w:val="28"/>
          <w:szCs w:val="28"/>
          <w:lang w:val="uk-UA"/>
        </w:rPr>
        <w:tab/>
        <w:t xml:space="preserve">Відділ у справах сім’ї, молоді та спорту Лисичанської міської ради було створено 01.03.2011р. </w:t>
      </w:r>
      <w:r w:rsidRPr="001C6ACD">
        <w:rPr>
          <w:color w:val="000000"/>
          <w:sz w:val="28"/>
          <w:szCs w:val="28"/>
          <w:lang w:val="uk-UA" w:eastAsia="uk-UA"/>
        </w:rPr>
        <w:t xml:space="preserve">рішенням Лисичанської міської ради № 3/45 від 08.12.2010 року шляхом об’єднання відділу у справах </w:t>
      </w:r>
      <w:r w:rsidRPr="001C6ACD">
        <w:rPr>
          <w:color w:val="000000"/>
          <w:sz w:val="28"/>
          <w:szCs w:val="28"/>
          <w:lang w:val="uk-UA"/>
        </w:rPr>
        <w:t>сім’ї</w:t>
      </w:r>
      <w:r w:rsidRPr="001C6ACD">
        <w:rPr>
          <w:color w:val="000000"/>
          <w:sz w:val="28"/>
          <w:szCs w:val="28"/>
          <w:lang w:val="uk-UA" w:eastAsia="uk-UA"/>
        </w:rPr>
        <w:t xml:space="preserve"> та молоді та відділу фізичної культури і спо</w:t>
      </w:r>
      <w:r>
        <w:rPr>
          <w:color w:val="000000"/>
          <w:sz w:val="28"/>
          <w:szCs w:val="28"/>
          <w:lang w:val="uk-UA" w:eastAsia="uk-UA"/>
        </w:rPr>
        <w:t>рту. Ш</w:t>
      </w:r>
      <w:r w:rsidRPr="001C6ACD">
        <w:rPr>
          <w:color w:val="000000"/>
          <w:sz w:val="28"/>
          <w:szCs w:val="28"/>
          <w:lang w:val="uk-UA" w:eastAsia="uk-UA"/>
        </w:rPr>
        <w:t>татна його чисе</w:t>
      </w:r>
      <w:r>
        <w:rPr>
          <w:color w:val="000000"/>
          <w:sz w:val="28"/>
          <w:szCs w:val="28"/>
          <w:lang w:val="uk-UA" w:eastAsia="uk-UA"/>
        </w:rPr>
        <w:t>льність складає 5</w:t>
      </w:r>
      <w:r w:rsidRPr="001C6ACD">
        <w:rPr>
          <w:color w:val="000000"/>
          <w:sz w:val="28"/>
          <w:szCs w:val="28"/>
          <w:lang w:val="uk-UA" w:eastAsia="uk-UA"/>
        </w:rPr>
        <w:t xml:space="preserve"> одиниць</w:t>
      </w:r>
      <w:r>
        <w:rPr>
          <w:color w:val="000000"/>
          <w:sz w:val="28"/>
          <w:szCs w:val="28"/>
          <w:lang w:val="uk-UA" w:eastAsia="uk-UA"/>
        </w:rPr>
        <w:t>: начальник та чотири</w:t>
      </w:r>
      <w:r w:rsidRPr="001C6ACD">
        <w:rPr>
          <w:color w:val="000000"/>
          <w:sz w:val="28"/>
          <w:szCs w:val="28"/>
          <w:lang w:val="uk-UA" w:eastAsia="uk-UA"/>
        </w:rPr>
        <w:t xml:space="preserve"> головних спеціалістів.</w:t>
      </w:r>
    </w:p>
    <w:p w:rsidR="00557FEA" w:rsidRDefault="00557FEA" w:rsidP="00E137DC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У 2010 році була розроблена«</w:t>
      </w:r>
      <w:r>
        <w:rPr>
          <w:color w:val="000000"/>
          <w:sz w:val="28"/>
          <w:szCs w:val="28"/>
          <w:lang w:val="uk-UA"/>
        </w:rPr>
        <w:t>Міська програма</w:t>
      </w:r>
      <w:r w:rsidRPr="001C6ACD">
        <w:rPr>
          <w:color w:val="000000"/>
          <w:sz w:val="28"/>
          <w:szCs w:val="28"/>
          <w:lang w:val="uk-UA"/>
        </w:rPr>
        <w:t xml:space="preserve"> реалізації державної молодіжної та сімейної політики на території міста Лисичанськ на 2011 – 2015 роки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 w:eastAsia="uk-UA"/>
        </w:rPr>
        <w:t>та затверджена рішенням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 № 7/71 від 18.01.11р</w:t>
      </w:r>
      <w:r w:rsidRPr="001C6ACD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Загальний обсяг коштів, який пропонувався 1026,0 тис. грн., з них з місцевого бюджету 726,8 тис. грн.</w:t>
      </w:r>
    </w:p>
    <w:p w:rsidR="00557FEA" w:rsidRDefault="00557FEA" w:rsidP="00E137DC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2014 році були внесені зміни в </w:t>
      </w:r>
      <w:r>
        <w:rPr>
          <w:color w:val="000000"/>
          <w:sz w:val="28"/>
          <w:szCs w:val="28"/>
          <w:lang w:val="uk-UA" w:eastAsia="uk-UA"/>
        </w:rPr>
        <w:t>«</w:t>
      </w:r>
      <w:r>
        <w:rPr>
          <w:color w:val="000000"/>
          <w:sz w:val="28"/>
          <w:szCs w:val="28"/>
          <w:lang w:val="uk-UA"/>
        </w:rPr>
        <w:t>Міську програму</w:t>
      </w:r>
      <w:r w:rsidRPr="001C6ACD">
        <w:rPr>
          <w:color w:val="000000"/>
          <w:sz w:val="28"/>
          <w:szCs w:val="28"/>
          <w:lang w:val="uk-UA"/>
        </w:rPr>
        <w:t xml:space="preserve"> реалізації державної молодіжної та сімейної політики на території </w:t>
      </w:r>
      <w:r>
        <w:rPr>
          <w:color w:val="000000"/>
          <w:sz w:val="28"/>
          <w:szCs w:val="28"/>
          <w:lang w:val="uk-UA"/>
        </w:rPr>
        <w:t>міста Лисичанськ на 2011–</w:t>
      </w:r>
      <w:r w:rsidRPr="001C6ACD">
        <w:rPr>
          <w:color w:val="000000"/>
          <w:sz w:val="28"/>
          <w:szCs w:val="28"/>
          <w:lang w:val="uk-UA"/>
        </w:rPr>
        <w:t>2015 роки</w:t>
      </w:r>
      <w:r>
        <w:rPr>
          <w:color w:val="000000"/>
          <w:sz w:val="28"/>
          <w:szCs w:val="28"/>
          <w:lang w:val="uk-UA"/>
        </w:rPr>
        <w:t xml:space="preserve">» рішенням сесії Лисичанської міської ради від </w:t>
      </w:r>
      <w:r w:rsidRPr="0031191F">
        <w:rPr>
          <w:sz w:val="28"/>
          <w:szCs w:val="28"/>
          <w:lang w:val="uk-UA"/>
        </w:rPr>
        <w:t>26.06.201</w:t>
      </w:r>
      <w:r>
        <w:rPr>
          <w:sz w:val="28"/>
          <w:szCs w:val="28"/>
          <w:lang w:val="uk-UA"/>
        </w:rPr>
        <w:t>4р</w:t>
      </w:r>
      <w:r w:rsidRPr="003119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1191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69/1135. Загальний </w:t>
      </w:r>
      <w:r>
        <w:rPr>
          <w:bCs/>
          <w:sz w:val="28"/>
          <w:szCs w:val="28"/>
          <w:lang w:val="uk-UA"/>
        </w:rPr>
        <w:t xml:space="preserve">обсяг коштів, який пропонувався до залучення для виконання програми </w:t>
      </w:r>
      <w:r w:rsidRPr="00FB5621">
        <w:rPr>
          <w:bCs/>
          <w:sz w:val="28"/>
          <w:szCs w:val="28"/>
          <w:lang w:val="uk-UA"/>
        </w:rPr>
        <w:t>714,65</w:t>
      </w:r>
      <w:r>
        <w:rPr>
          <w:bCs/>
          <w:sz w:val="28"/>
          <w:szCs w:val="28"/>
          <w:lang w:val="uk-UA"/>
        </w:rPr>
        <w:t xml:space="preserve"> тис. грн., з них з міського бюджету </w:t>
      </w:r>
      <w:r w:rsidRPr="00E137DC">
        <w:rPr>
          <w:bCs/>
          <w:sz w:val="28"/>
          <w:szCs w:val="28"/>
          <w:lang w:val="uk-UA"/>
        </w:rPr>
        <w:t>444,65 тис.</w:t>
      </w:r>
      <w:r>
        <w:rPr>
          <w:bCs/>
          <w:sz w:val="28"/>
          <w:szCs w:val="28"/>
          <w:lang w:val="uk-UA"/>
        </w:rPr>
        <w:t xml:space="preserve"> </w:t>
      </w:r>
      <w:r w:rsidRPr="00E137DC">
        <w:rPr>
          <w:bCs/>
          <w:sz w:val="28"/>
          <w:szCs w:val="28"/>
          <w:lang w:val="uk-UA"/>
        </w:rPr>
        <w:t>грн.</w:t>
      </w:r>
      <w:r>
        <w:rPr>
          <w:bCs/>
          <w:sz w:val="28"/>
          <w:szCs w:val="28"/>
          <w:lang w:val="uk-UA"/>
        </w:rPr>
        <w:t xml:space="preserve">, було профінансовано 103,9 тис .грн. </w:t>
      </w:r>
    </w:p>
    <w:p w:rsidR="00557FEA" w:rsidRDefault="00557FEA" w:rsidP="00E137DC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Для виконання програми</w:t>
      </w:r>
      <w:r w:rsidRPr="007D44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у 2014-2015р.р. пропонувалось залучити </w:t>
      </w:r>
      <w:r>
        <w:rPr>
          <w:sz w:val="28"/>
          <w:szCs w:val="28"/>
          <w:lang w:val="uk-UA"/>
        </w:rPr>
        <w:t xml:space="preserve">162,2 тис. грн., </w:t>
      </w:r>
      <w:r>
        <w:rPr>
          <w:bCs/>
          <w:sz w:val="28"/>
          <w:szCs w:val="28"/>
          <w:lang w:val="uk-UA"/>
        </w:rPr>
        <w:t xml:space="preserve">з них з місцевого бюджету 57,5 тис. грн., профінансовано – </w:t>
      </w:r>
      <w:r>
        <w:rPr>
          <w:sz w:val="28"/>
          <w:szCs w:val="28"/>
          <w:lang w:val="uk-UA"/>
        </w:rPr>
        <w:t>6,9тис.</w:t>
      </w:r>
      <w:r w:rsidRPr="00534569">
        <w:rPr>
          <w:sz w:val="28"/>
          <w:szCs w:val="28"/>
          <w:lang w:val="uk-UA"/>
        </w:rPr>
        <w:t xml:space="preserve"> грн.</w:t>
      </w:r>
    </w:p>
    <w:p w:rsidR="00557FEA" w:rsidRPr="00D22195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D22195">
        <w:rPr>
          <w:color w:val="000000"/>
          <w:sz w:val="28"/>
          <w:szCs w:val="28"/>
          <w:lang w:val="uk-UA"/>
        </w:rPr>
        <w:tab/>
      </w:r>
      <w:r w:rsidRPr="00D22195">
        <w:rPr>
          <w:color w:val="000000"/>
          <w:sz w:val="28"/>
          <w:szCs w:val="28"/>
          <w:lang w:val="uk-UA" w:eastAsia="uk-UA"/>
        </w:rPr>
        <w:t>Чисельність по</w:t>
      </w:r>
      <w:r>
        <w:rPr>
          <w:color w:val="000000"/>
          <w:sz w:val="28"/>
          <w:szCs w:val="28"/>
          <w:lang w:val="uk-UA" w:eastAsia="uk-UA"/>
        </w:rPr>
        <w:t>стійного населення у віці 18-34</w:t>
      </w:r>
      <w:r w:rsidRPr="00D22195">
        <w:rPr>
          <w:color w:val="000000"/>
          <w:sz w:val="28"/>
          <w:szCs w:val="28"/>
          <w:lang w:val="uk-UA" w:eastAsia="uk-UA"/>
        </w:rPr>
        <w:t xml:space="preserve"> станом на 01.01.2015 року становила 27873 особи.</w:t>
      </w:r>
    </w:p>
    <w:p w:rsidR="00557FEA" w:rsidRPr="00955A69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FB5621">
        <w:rPr>
          <w:color w:val="000000"/>
          <w:sz w:val="28"/>
          <w:szCs w:val="28"/>
          <w:lang w:val="uk-UA"/>
        </w:rPr>
        <w:t>Міська Програма</w:t>
      </w:r>
      <w:r>
        <w:rPr>
          <w:color w:val="000000"/>
          <w:sz w:val="28"/>
          <w:szCs w:val="28"/>
          <w:lang w:val="uk-UA"/>
        </w:rPr>
        <w:t xml:space="preserve"> реалізації державної </w:t>
      </w:r>
      <w:r>
        <w:rPr>
          <w:color w:val="000000"/>
          <w:sz w:val="28"/>
          <w:szCs w:val="28"/>
          <w:lang w:val="uk-UA" w:eastAsia="uk-UA"/>
        </w:rPr>
        <w:t>молодіжної та сімейної політики</w:t>
      </w:r>
      <w:r w:rsidRPr="00955A69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має 4</w:t>
      </w:r>
      <w:r w:rsidRPr="00955A69">
        <w:rPr>
          <w:color w:val="000000"/>
          <w:sz w:val="28"/>
          <w:szCs w:val="28"/>
          <w:lang w:val="uk-UA" w:eastAsia="uk-UA"/>
        </w:rPr>
        <w:t xml:space="preserve"> основних напрямки:</w:t>
      </w:r>
    </w:p>
    <w:p w:rsidR="00557FEA" w:rsidRPr="00955A69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55A69">
        <w:rPr>
          <w:color w:val="000000"/>
          <w:sz w:val="28"/>
          <w:szCs w:val="28"/>
          <w:lang w:val="uk-UA" w:eastAsia="uk-UA"/>
        </w:rPr>
        <w:t>1) популяризація здорового способу життя та профілактика негативних явищ у молодіжному середовищі;</w:t>
      </w:r>
    </w:p>
    <w:p w:rsidR="00557FEA" w:rsidRPr="00955A69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55A69">
        <w:rPr>
          <w:color w:val="000000"/>
          <w:sz w:val="28"/>
          <w:szCs w:val="28"/>
          <w:lang w:val="uk-UA" w:eastAsia="uk-UA"/>
        </w:rPr>
        <w:t>2) патріотичне виховання молоді;</w:t>
      </w:r>
    </w:p>
    <w:p w:rsidR="00557FEA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55A69">
        <w:rPr>
          <w:color w:val="000000"/>
          <w:sz w:val="28"/>
          <w:szCs w:val="28"/>
          <w:lang w:val="uk-UA" w:eastAsia="uk-UA"/>
        </w:rPr>
        <w:t xml:space="preserve">3) розвиток творчих здібностей </w:t>
      </w:r>
      <w:r>
        <w:rPr>
          <w:color w:val="000000"/>
          <w:sz w:val="28"/>
          <w:szCs w:val="28"/>
          <w:lang w:val="uk-UA" w:eastAsia="uk-UA"/>
        </w:rPr>
        <w:t>та підтримки обдарованої молоді;</w:t>
      </w:r>
    </w:p>
    <w:p w:rsidR="00557FEA" w:rsidRDefault="00557FEA" w:rsidP="00D2219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4) розвиток сімейної політики у місті.</w:t>
      </w:r>
    </w:p>
    <w:p w:rsidR="00557FEA" w:rsidRPr="00EC3DEE" w:rsidRDefault="00557FEA" w:rsidP="0076774A">
      <w:pPr>
        <w:rPr>
          <w:b/>
          <w:color w:val="000000"/>
          <w:sz w:val="28"/>
          <w:szCs w:val="28"/>
          <w:lang w:val="uk-UA" w:eastAsia="uk-UA"/>
        </w:rPr>
      </w:pPr>
    </w:p>
    <w:p w:rsidR="00557FEA" w:rsidRDefault="00557FEA" w:rsidP="000907AB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Протягом 2014-2015р.р.н</w:t>
      </w:r>
      <w:r w:rsidRPr="008371BF">
        <w:rPr>
          <w:color w:val="000000"/>
          <w:sz w:val="28"/>
          <w:szCs w:val="28"/>
          <w:lang w:val="uk-UA" w:eastAsia="uk-UA"/>
        </w:rPr>
        <w:t>а базі навчальних закладів міста Лисичанськ планувалось функціонування 33 м</w:t>
      </w:r>
      <w:r>
        <w:rPr>
          <w:color w:val="000000"/>
          <w:sz w:val="28"/>
          <w:szCs w:val="28"/>
          <w:lang w:val="uk-UA" w:eastAsia="uk-UA"/>
        </w:rPr>
        <w:t>олодіжних трудових загонів (МТЗ)</w:t>
      </w:r>
      <w:r w:rsidRPr="008371BF">
        <w:rPr>
          <w:color w:val="000000"/>
          <w:sz w:val="28"/>
          <w:szCs w:val="28"/>
          <w:lang w:val="uk-UA" w:eastAsia="uk-UA"/>
        </w:rPr>
        <w:t xml:space="preserve">, в яких </w:t>
      </w:r>
      <w:r>
        <w:rPr>
          <w:color w:val="000000"/>
          <w:sz w:val="28"/>
          <w:szCs w:val="28"/>
          <w:lang w:val="uk-UA" w:eastAsia="uk-UA"/>
        </w:rPr>
        <w:t>планували працювати 886 бійців.</w:t>
      </w:r>
    </w:p>
    <w:p w:rsidR="00557FEA" w:rsidRPr="003510B1" w:rsidRDefault="00557FEA" w:rsidP="008A5E90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</w:t>
      </w:r>
      <w:r w:rsidRPr="003510B1">
        <w:rPr>
          <w:color w:val="000000"/>
          <w:sz w:val="28"/>
          <w:szCs w:val="28"/>
          <w:lang w:val="uk-UA" w:eastAsia="uk-UA"/>
        </w:rPr>
        <w:t>а базі спортивно</w:t>
      </w:r>
      <w:r>
        <w:rPr>
          <w:color w:val="000000"/>
          <w:sz w:val="28"/>
          <w:szCs w:val="28"/>
          <w:lang w:val="uk-UA" w:eastAsia="uk-UA"/>
        </w:rPr>
        <w:t xml:space="preserve">го </w:t>
      </w:r>
      <w:r w:rsidRPr="003510B1">
        <w:rPr>
          <w:color w:val="000000"/>
          <w:sz w:val="28"/>
          <w:szCs w:val="28"/>
          <w:lang w:val="uk-UA" w:eastAsia="uk-UA"/>
        </w:rPr>
        <w:t>оздоровчого табору «Рекорд» проходили практику педагогами-організаторами студенти Лисичанського п</w:t>
      </w:r>
      <w:r>
        <w:rPr>
          <w:color w:val="000000"/>
          <w:sz w:val="28"/>
          <w:szCs w:val="28"/>
          <w:lang w:val="uk-UA" w:eastAsia="uk-UA"/>
        </w:rPr>
        <w:t>едагогічного коледжу кількістю 16</w:t>
      </w:r>
      <w:r w:rsidRPr="003510B1">
        <w:rPr>
          <w:color w:val="000000"/>
          <w:sz w:val="28"/>
          <w:szCs w:val="28"/>
          <w:lang w:val="uk-UA" w:eastAsia="uk-UA"/>
        </w:rPr>
        <w:t xml:space="preserve"> чол. </w:t>
      </w:r>
    </w:p>
    <w:p w:rsidR="00557FEA" w:rsidRPr="008371BF" w:rsidRDefault="00557FEA" w:rsidP="008A5E90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 навчальних закладах</w:t>
      </w:r>
      <w:r w:rsidRPr="003510B1">
        <w:rPr>
          <w:color w:val="000000"/>
          <w:sz w:val="28"/>
          <w:szCs w:val="28"/>
          <w:lang w:val="uk-UA" w:eastAsia="uk-UA"/>
        </w:rPr>
        <w:t xml:space="preserve"> міста Лиси</w:t>
      </w:r>
      <w:r>
        <w:rPr>
          <w:color w:val="000000"/>
          <w:sz w:val="28"/>
          <w:szCs w:val="28"/>
          <w:lang w:val="uk-UA" w:eastAsia="uk-UA"/>
        </w:rPr>
        <w:t xml:space="preserve">чанськ функціонував 21 молодіжний трудовий загін, в яких працювали </w:t>
      </w:r>
      <w:r w:rsidRPr="003510B1">
        <w:rPr>
          <w:color w:val="000000"/>
          <w:sz w:val="28"/>
          <w:szCs w:val="28"/>
          <w:lang w:val="uk-UA" w:eastAsia="uk-UA"/>
        </w:rPr>
        <w:t>395 бійців, а саме: 16 студентськ</w:t>
      </w:r>
      <w:r>
        <w:rPr>
          <w:color w:val="000000"/>
          <w:sz w:val="28"/>
          <w:szCs w:val="28"/>
          <w:lang w:val="uk-UA" w:eastAsia="uk-UA"/>
        </w:rPr>
        <w:t>их загонів влітку виконували ремонтні роботи в навчальних</w:t>
      </w:r>
      <w:r w:rsidRPr="003510B1">
        <w:rPr>
          <w:color w:val="000000"/>
          <w:sz w:val="28"/>
          <w:szCs w:val="28"/>
          <w:lang w:val="uk-UA" w:eastAsia="uk-UA"/>
        </w:rPr>
        <w:t xml:space="preserve"> закладах, 3 трудових студентських загони т</w:t>
      </w:r>
      <w:r>
        <w:rPr>
          <w:color w:val="000000"/>
          <w:sz w:val="28"/>
          <w:szCs w:val="28"/>
          <w:lang w:val="uk-UA" w:eastAsia="uk-UA"/>
        </w:rPr>
        <w:t xml:space="preserve">оргово-кулінарного ліцею були </w:t>
      </w:r>
      <w:r w:rsidRPr="003510B1">
        <w:rPr>
          <w:color w:val="000000"/>
          <w:sz w:val="28"/>
          <w:szCs w:val="28"/>
          <w:lang w:val="uk-UA" w:eastAsia="uk-UA"/>
        </w:rPr>
        <w:t xml:space="preserve">задіяні у сфері обслуговування, 1 загін Лисичанського вищого професійного училища </w:t>
      </w:r>
      <w:r>
        <w:rPr>
          <w:color w:val="000000"/>
          <w:sz w:val="28"/>
          <w:szCs w:val="28"/>
          <w:lang w:val="uk-UA" w:eastAsia="uk-UA"/>
        </w:rPr>
        <w:t>№ 94 був</w:t>
      </w:r>
      <w:r w:rsidRPr="003510B1">
        <w:rPr>
          <w:color w:val="000000"/>
          <w:sz w:val="28"/>
          <w:szCs w:val="28"/>
          <w:lang w:val="uk-UA" w:eastAsia="uk-UA"/>
        </w:rPr>
        <w:t xml:space="preserve"> задіяний у волонтерській діяльності та </w:t>
      </w:r>
      <w:r>
        <w:rPr>
          <w:color w:val="000000"/>
          <w:sz w:val="28"/>
          <w:szCs w:val="28"/>
          <w:lang w:val="uk-UA" w:eastAsia="uk-UA"/>
        </w:rPr>
        <w:t>1 загін гірничого технікуму був</w:t>
      </w:r>
      <w:r w:rsidRPr="003510B1">
        <w:rPr>
          <w:color w:val="000000"/>
          <w:sz w:val="28"/>
          <w:szCs w:val="28"/>
          <w:lang w:val="uk-UA" w:eastAsia="uk-UA"/>
        </w:rPr>
        <w:t xml:space="preserve"> задіяний у сільськогосподарських роботах.</w:t>
      </w:r>
    </w:p>
    <w:p w:rsidR="00557FEA" w:rsidRDefault="00557FEA" w:rsidP="0071612D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</w:t>
      </w:r>
      <w:r w:rsidRPr="008371BF">
        <w:rPr>
          <w:color w:val="000000"/>
          <w:sz w:val="28"/>
          <w:szCs w:val="28"/>
          <w:lang w:val="uk-UA" w:eastAsia="uk-UA"/>
        </w:rPr>
        <w:t xml:space="preserve">олодіжний трудовий загін «Іскра» Лисичанського ордену Трудового Червоного Прапора гірничого технікуму </w:t>
      </w:r>
      <w:r>
        <w:rPr>
          <w:color w:val="000000"/>
          <w:sz w:val="28"/>
          <w:szCs w:val="28"/>
          <w:lang w:val="uk-UA" w:eastAsia="uk-UA"/>
        </w:rPr>
        <w:t xml:space="preserve">(червень, 2014р.) </w:t>
      </w:r>
      <w:r w:rsidRPr="008371BF">
        <w:rPr>
          <w:color w:val="000000"/>
          <w:sz w:val="28"/>
          <w:szCs w:val="28"/>
          <w:lang w:val="uk-UA" w:eastAsia="uk-UA"/>
        </w:rPr>
        <w:t>у складі 19 осіб з числа студентської молоді та 1 супроводжуючого традиційно направився на сільськогосподарські роботи до м. Севастополя, с. Андріївка, Нахімовського району АР Крим і виконував сільськогосподарські роботи з 29.06.2014р. по 28.08</w:t>
      </w:r>
      <w:r>
        <w:rPr>
          <w:color w:val="000000"/>
          <w:sz w:val="28"/>
          <w:szCs w:val="28"/>
          <w:lang w:val="uk-UA" w:eastAsia="uk-UA"/>
        </w:rPr>
        <w:t>.2014р. Командир загону - Королі</w:t>
      </w:r>
      <w:r w:rsidRPr="008371BF">
        <w:rPr>
          <w:color w:val="000000"/>
          <w:sz w:val="28"/>
          <w:szCs w:val="28"/>
          <w:lang w:val="uk-UA" w:eastAsia="uk-UA"/>
        </w:rPr>
        <w:t>шина Лілія Анатоліївна, викладач гірничого технікуму. Студенти МТЗ в ході виконання сільськогосподарських робіт заробили 106060 грн.</w:t>
      </w:r>
    </w:p>
    <w:p w:rsidR="00557FEA" w:rsidRDefault="00557FEA" w:rsidP="00F330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02E55">
        <w:rPr>
          <w:sz w:val="28"/>
          <w:szCs w:val="28"/>
          <w:lang w:val="uk-UA"/>
        </w:rPr>
        <w:t xml:space="preserve"> місті активізована робота молодіжної громадської організації - військово-спортивного клубу «Сокіл», метою роботи якого є профілактика негативних явищ у молодіжному середовищі через духовно-етичне та </w:t>
      </w:r>
      <w:r>
        <w:rPr>
          <w:sz w:val="28"/>
          <w:szCs w:val="28"/>
          <w:lang w:val="uk-UA"/>
        </w:rPr>
        <w:t>національно-</w:t>
      </w:r>
      <w:r w:rsidRPr="00002E55">
        <w:rPr>
          <w:sz w:val="28"/>
          <w:szCs w:val="28"/>
          <w:lang w:val="uk-UA"/>
        </w:rPr>
        <w:t>патріотичне виховання шляхом проведення різноманітних заходів, навчання наданню першої медичної допомоги</w:t>
      </w:r>
      <w:r>
        <w:rPr>
          <w:sz w:val="28"/>
          <w:szCs w:val="28"/>
          <w:lang w:val="uk-UA"/>
        </w:rPr>
        <w:t>.</w:t>
      </w:r>
    </w:p>
    <w:p w:rsidR="00557FEA" w:rsidRPr="00C921F8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C921F8">
        <w:rPr>
          <w:color w:val="000000"/>
          <w:sz w:val="28"/>
          <w:szCs w:val="28"/>
          <w:lang w:val="uk-UA" w:eastAsia="uk-UA"/>
        </w:rPr>
        <w:t>У межах заходів реалізації молодіжної політики проводиться робота з популяризації здорового способу життя, зокрема заходи, спрямовані на попередження наркоманії серед дітей та молоді.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</w:t>
      </w:r>
      <w:r w:rsidRPr="00525E44">
        <w:rPr>
          <w:color w:val="000000"/>
          <w:sz w:val="28"/>
          <w:szCs w:val="28"/>
          <w:lang w:val="uk-UA" w:eastAsia="uk-UA"/>
        </w:rPr>
        <w:t xml:space="preserve"> навчальних закладах I-II рівнів акредитації та професійних ліцеях міста щомісяця проводяться заходи, спрямовані на профілактику алкоголізму і наркоманії. Пріоритетним напрямком є питання первинної профілактики зловживань психотропних речовин в молодіжному середовищі. 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Протягом 2014-2015 років</w:t>
      </w:r>
      <w:r w:rsidRPr="00525E44">
        <w:rPr>
          <w:color w:val="000000"/>
          <w:sz w:val="28"/>
          <w:szCs w:val="28"/>
          <w:lang w:val="uk-UA" w:eastAsia="uk-UA"/>
        </w:rPr>
        <w:t xml:space="preserve"> в навчальних закладах 1-2 рівнів акредитації та професійних ліцеях міста здійснювалася просвітницька діяльність, спрямована на формування негативного ставлення до протиправних дій: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525E44">
        <w:rPr>
          <w:color w:val="000000"/>
          <w:sz w:val="28"/>
          <w:szCs w:val="28"/>
          <w:lang w:val="uk-UA" w:eastAsia="uk-UA"/>
        </w:rPr>
        <w:t>- проведення тижнів правових знань: лекції, години спілкування, бесіди, теоретичні заняття, презентації, відео лекторії, інтерактивні позакласні заходи, батьківські збори, книжкові виставки, виставкові стенди, конкурси малюнків та плакатів, зустрічі студентської молоді з працівниками правоохоронних органів. У тематичних вищезазначених заходах взяли участь близько 3000 осіб з числа студентської молоді міста.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4 навчальних</w:t>
      </w:r>
      <w:r w:rsidRPr="00525E44">
        <w:rPr>
          <w:color w:val="000000"/>
          <w:sz w:val="28"/>
          <w:szCs w:val="28"/>
          <w:lang w:val="uk-UA" w:eastAsia="uk-UA"/>
        </w:rPr>
        <w:t xml:space="preserve"> закладах I-II рівнів акредитації та 6 професійних ліцеях міста працюють 9 психологів, які проводять семінари-тренінги зі студентською молоддю згідно планам роботи.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525E44">
        <w:rPr>
          <w:color w:val="000000"/>
          <w:sz w:val="28"/>
          <w:szCs w:val="28"/>
          <w:lang w:val="uk-UA" w:eastAsia="uk-UA"/>
        </w:rPr>
        <w:t>Також, заступники директорів з виховної роботи навчальних закладів спільно з медичними закладами та органами кримінальної міліції у справах дітей здійснюють патронаж студентської молоді схильної до вживання наркотиків та алкоголю, та проводять просвітницьку роботу з молоддю та їх батьками з питань здорового способу життя.</w:t>
      </w:r>
    </w:p>
    <w:p w:rsidR="00557FEA" w:rsidRPr="00525E44" w:rsidRDefault="00557FEA" w:rsidP="0003167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525E44">
        <w:rPr>
          <w:color w:val="000000"/>
          <w:sz w:val="28"/>
          <w:szCs w:val="28"/>
          <w:lang w:val="uk-UA" w:eastAsia="uk-UA"/>
        </w:rPr>
        <w:t>В навчальних закладах та закладах охорони здоров’я міста оформлені інформаційні дошки за тематикою пропаганди здорового способу життя та протидії поширенню шкідливих звичок зокрема вживанню наркотичних речовин.</w:t>
      </w:r>
    </w:p>
    <w:p w:rsidR="00557FEA" w:rsidRDefault="00557FEA" w:rsidP="00F330A3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557FEA" w:rsidRPr="008371BF" w:rsidRDefault="00557FEA" w:rsidP="0071612D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Протягом звітного періоду:</w:t>
      </w:r>
    </w:p>
    <w:p w:rsidR="00557FEA" w:rsidRDefault="00557FEA" w:rsidP="00CC5D35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371BF">
        <w:rPr>
          <w:color w:val="000000"/>
          <w:sz w:val="28"/>
          <w:szCs w:val="28"/>
          <w:lang w:val="uk-UA" w:eastAsia="uk-UA"/>
        </w:rPr>
        <w:t xml:space="preserve">- було видано 27 посвідчень батьків багатодітної сім’ї та </w:t>
      </w:r>
      <w:r>
        <w:rPr>
          <w:color w:val="000000"/>
          <w:sz w:val="28"/>
          <w:szCs w:val="28"/>
          <w:lang w:val="uk-UA" w:eastAsia="uk-UA"/>
        </w:rPr>
        <w:t>199</w:t>
      </w:r>
      <w:r w:rsidRPr="008371BF">
        <w:rPr>
          <w:color w:val="000000"/>
          <w:sz w:val="28"/>
          <w:szCs w:val="28"/>
          <w:lang w:val="uk-UA" w:eastAsia="uk-UA"/>
        </w:rPr>
        <w:t xml:space="preserve"> посвідчення дітей </w:t>
      </w:r>
      <w:r>
        <w:rPr>
          <w:color w:val="000000"/>
          <w:sz w:val="28"/>
          <w:szCs w:val="28"/>
          <w:lang w:val="uk-UA" w:eastAsia="uk-UA"/>
        </w:rPr>
        <w:t>з багатодітної сім’ї;</w:t>
      </w:r>
    </w:p>
    <w:p w:rsidR="00557FEA" w:rsidRDefault="00557FEA" w:rsidP="000C562E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проведено 8 засідань К</w:t>
      </w:r>
      <w:r w:rsidRPr="0034061D">
        <w:rPr>
          <w:color w:val="000000"/>
          <w:sz w:val="28"/>
          <w:szCs w:val="28"/>
          <w:lang w:val="uk-UA" w:eastAsia="uk-UA"/>
        </w:rPr>
        <w:t>оординаційної ради з питань сім’ї, гендерної рівності, демографічного розвитку та протидії торгівлі людьми</w:t>
      </w:r>
      <w:r>
        <w:rPr>
          <w:color w:val="000000"/>
          <w:sz w:val="28"/>
          <w:szCs w:val="28"/>
          <w:lang w:val="uk-UA" w:eastAsia="uk-UA"/>
        </w:rPr>
        <w:t>;</w:t>
      </w:r>
    </w:p>
    <w:p w:rsidR="00557FEA" w:rsidRPr="0034061D" w:rsidRDefault="00557FEA" w:rsidP="000C562E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проведено 6 засідань</w:t>
      </w:r>
      <w:r w:rsidRPr="0034061D">
        <w:rPr>
          <w:color w:val="000000"/>
          <w:sz w:val="28"/>
          <w:szCs w:val="28"/>
          <w:lang w:val="uk-UA" w:eastAsia="uk-UA"/>
        </w:rPr>
        <w:t xml:space="preserve"> комісії з питань координації дій щодо попередження насильства в сім’ї.</w:t>
      </w:r>
    </w:p>
    <w:p w:rsidR="00557FEA" w:rsidRDefault="00557FEA" w:rsidP="000C562E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Підготовлені документи 2 кандидатам на присвоєння</w:t>
      </w:r>
      <w:r w:rsidRPr="0034061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Почесного</w:t>
      </w:r>
      <w:r w:rsidRPr="0034061D">
        <w:rPr>
          <w:color w:val="000000"/>
          <w:sz w:val="28"/>
          <w:szCs w:val="28"/>
          <w:lang w:val="uk-UA" w:eastAsia="uk-UA"/>
        </w:rPr>
        <w:t xml:space="preserve"> звання «Мати-героїня», які Указом Президента України і отримали це почесне звання.</w:t>
      </w:r>
    </w:p>
    <w:p w:rsidR="00557FEA" w:rsidRPr="008E5675" w:rsidRDefault="00557FEA" w:rsidP="00031672">
      <w:pPr>
        <w:ind w:firstLine="108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Протягом 2014-2015 років в</w:t>
      </w:r>
      <w:r w:rsidRPr="008E5675">
        <w:rPr>
          <w:color w:val="000000"/>
          <w:sz w:val="28"/>
          <w:szCs w:val="28"/>
          <w:lang w:val="uk-UA"/>
        </w:rPr>
        <w:t>ідділом у справах сім'ї, молоді та спорту Лисичанської міської ради здійсню</w:t>
      </w:r>
      <w:r>
        <w:rPr>
          <w:color w:val="000000"/>
          <w:sz w:val="28"/>
          <w:szCs w:val="28"/>
          <w:lang w:val="uk-UA"/>
        </w:rPr>
        <w:t>вались</w:t>
      </w:r>
      <w:r w:rsidRPr="008E5675">
        <w:rPr>
          <w:color w:val="000000"/>
          <w:sz w:val="28"/>
          <w:szCs w:val="28"/>
          <w:lang w:val="uk-UA"/>
        </w:rPr>
        <w:t xml:space="preserve"> заходи з метою підвищення обізнаності населення щодо сучасних проявів насильства в сім’ї та торгівлі людьми, а також засобів і методів, що використовуються торгівцями людьми.</w:t>
      </w:r>
    </w:p>
    <w:p w:rsidR="00557FEA" w:rsidRPr="00143245" w:rsidRDefault="00557FEA" w:rsidP="0003167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43245">
        <w:rPr>
          <w:color w:val="000000"/>
          <w:sz w:val="28"/>
          <w:szCs w:val="28"/>
          <w:lang w:val="uk-UA"/>
        </w:rPr>
        <w:t>Питання щодо профілактики насильства в сім’ї, протидії торгівлі людьми висвітлюються на Лисичанському веб-сайті. У навчальних закладах, серед учнівської та студентської молоді міста, розповсюджуються методичні матеріали (соціальні плакати, буклети, книги) щодо проблеми торгівлі людьми, насильства в сім’ї.</w:t>
      </w:r>
    </w:p>
    <w:p w:rsidR="00557FEA" w:rsidRPr="00DE2907" w:rsidRDefault="00557FEA" w:rsidP="00DE2907">
      <w:pPr>
        <w:pStyle w:val="ListParagraph"/>
        <w:ind w:left="708"/>
        <w:jc w:val="both"/>
        <w:rPr>
          <w:color w:val="000000"/>
          <w:sz w:val="28"/>
          <w:szCs w:val="28"/>
          <w:lang w:val="uk-UA" w:eastAsia="uk-UA"/>
        </w:rPr>
      </w:pPr>
    </w:p>
    <w:p w:rsidR="00557FEA" w:rsidRPr="008371BF" w:rsidRDefault="00557FEA" w:rsidP="000C562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371BF">
        <w:rPr>
          <w:color w:val="000000"/>
          <w:sz w:val="28"/>
          <w:szCs w:val="28"/>
          <w:lang w:val="uk-UA"/>
        </w:rPr>
        <w:t xml:space="preserve">У ході </w:t>
      </w:r>
      <w:r>
        <w:rPr>
          <w:color w:val="000000"/>
          <w:sz w:val="28"/>
          <w:szCs w:val="28"/>
          <w:lang w:val="uk-UA"/>
        </w:rPr>
        <w:t>виконання поставлених перед відділом</w:t>
      </w:r>
      <w:r w:rsidRPr="008371BF">
        <w:rPr>
          <w:color w:val="000000"/>
          <w:sz w:val="28"/>
          <w:szCs w:val="28"/>
          <w:lang w:val="uk-UA"/>
        </w:rPr>
        <w:t xml:space="preserve"> завдань </w:t>
      </w:r>
      <w:r>
        <w:rPr>
          <w:color w:val="000000"/>
          <w:sz w:val="28"/>
          <w:szCs w:val="28"/>
          <w:lang w:val="uk-UA"/>
        </w:rPr>
        <w:t>протягом звітного періоду</w:t>
      </w:r>
      <w:r w:rsidRPr="008371BF">
        <w:rPr>
          <w:color w:val="000000"/>
          <w:sz w:val="28"/>
          <w:szCs w:val="28"/>
          <w:lang w:val="uk-UA"/>
        </w:rPr>
        <w:t xml:space="preserve"> було організовано проведення наступних</w:t>
      </w:r>
      <w:r>
        <w:rPr>
          <w:color w:val="000000"/>
          <w:sz w:val="28"/>
          <w:szCs w:val="28"/>
          <w:lang w:val="uk-UA"/>
        </w:rPr>
        <w:t xml:space="preserve"> щорічних</w:t>
      </w:r>
      <w:r w:rsidRPr="008371BF">
        <w:rPr>
          <w:color w:val="000000"/>
          <w:sz w:val="28"/>
          <w:szCs w:val="28"/>
          <w:lang w:val="uk-UA"/>
        </w:rPr>
        <w:t xml:space="preserve"> загальноміських заходів:</w:t>
      </w:r>
    </w:p>
    <w:p w:rsidR="00557FEA" w:rsidRPr="008371BF" w:rsidRDefault="00557FEA" w:rsidP="008371BF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 w:rsidRPr="008371BF">
        <w:rPr>
          <w:color w:val="000000"/>
          <w:sz w:val="28"/>
          <w:szCs w:val="28"/>
          <w:lang w:val="uk-UA" w:eastAsia="uk-UA"/>
        </w:rPr>
        <w:t>міський етап ІХ Всеукраїнської благодійної акції «Сердце до серця» допомоги дітям з вадами зору;</w:t>
      </w:r>
    </w:p>
    <w:p w:rsidR="00557FEA" w:rsidRPr="008371BF" w:rsidRDefault="00557FEA" w:rsidP="008371BF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 w:rsidRPr="008371BF">
        <w:rPr>
          <w:color w:val="000000"/>
          <w:sz w:val="28"/>
          <w:szCs w:val="28"/>
          <w:lang w:val="uk-UA" w:eastAsia="uk-UA"/>
        </w:rPr>
        <w:t>міська Спартакіада допризовної молоді;</w:t>
      </w:r>
    </w:p>
    <w:p w:rsidR="00557FEA" w:rsidRPr="008371BF" w:rsidRDefault="00557FEA" w:rsidP="008371BF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 w:rsidRPr="008371BF">
        <w:rPr>
          <w:color w:val="000000"/>
          <w:sz w:val="28"/>
          <w:szCs w:val="28"/>
          <w:lang w:val="uk-UA" w:eastAsia="uk-UA"/>
        </w:rPr>
        <w:t>міський конкурс патріотичної пісні серед навчальних закладів міста Лисичанськ;</w:t>
      </w:r>
    </w:p>
    <w:p w:rsidR="00557FEA" w:rsidRPr="008371BF" w:rsidRDefault="00557FEA" w:rsidP="008371BF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 w:rsidRPr="008371BF">
        <w:rPr>
          <w:color w:val="000000"/>
          <w:sz w:val="28"/>
          <w:szCs w:val="28"/>
          <w:lang w:val="uk-UA" w:eastAsia="uk-UA"/>
        </w:rPr>
        <w:t>міський дитячо-юнацький літературний конкурс «Проба пера», присвячений 200-річчю з дня народження Т.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8371BF">
        <w:rPr>
          <w:color w:val="000000"/>
          <w:sz w:val="28"/>
          <w:szCs w:val="28"/>
          <w:lang w:val="uk-UA" w:eastAsia="uk-UA"/>
        </w:rPr>
        <w:t>Г.Шевченка;</w:t>
      </w:r>
    </w:p>
    <w:p w:rsidR="00557FEA" w:rsidRDefault="00557FEA" w:rsidP="008371BF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8371BF">
        <w:rPr>
          <w:color w:val="000000"/>
          <w:sz w:val="28"/>
          <w:szCs w:val="28"/>
          <w:lang w:val="uk-UA" w:eastAsia="uk-UA"/>
        </w:rPr>
        <w:t>зустріч молоді міста з ветеранами Другої світової війни, воїнами-інтернаціоналістами, ветеранами Збройних Сил України;</w:t>
      </w:r>
    </w:p>
    <w:p w:rsidR="00557FEA" w:rsidRPr="00534569" w:rsidRDefault="00557FEA" w:rsidP="00DE290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міський інтелектуальний марафон до Дня Соборності та Свободи «В Єдності – сила народу»;</w:t>
      </w:r>
    </w:p>
    <w:p w:rsidR="00557FEA" w:rsidRDefault="00557FEA" w:rsidP="00DE290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33508">
        <w:rPr>
          <w:sz w:val="28"/>
          <w:szCs w:val="28"/>
          <w:lang w:val="uk-UA"/>
        </w:rPr>
        <w:t>творчий регіональний інтернет-конкурс</w:t>
      </w:r>
      <w:r>
        <w:rPr>
          <w:sz w:val="28"/>
          <w:szCs w:val="28"/>
          <w:lang w:val="uk-UA"/>
        </w:rPr>
        <w:t>;</w:t>
      </w:r>
    </w:p>
    <w:p w:rsidR="00557FEA" w:rsidRDefault="00557FEA" w:rsidP="00DE290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загальноміські заходи до Дня сім'ї;</w:t>
      </w:r>
    </w:p>
    <w:p w:rsidR="00557FEA" w:rsidRDefault="00557FEA" w:rsidP="00DE290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загальноміські заходи до Дня молоді в Україні;</w:t>
      </w:r>
    </w:p>
    <w:p w:rsidR="00557FEA" w:rsidRDefault="00557FEA" w:rsidP="00DE290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до Дня Прапора та Незалежності України;</w:t>
      </w:r>
    </w:p>
    <w:p w:rsidR="00557FEA" w:rsidRDefault="00557FEA" w:rsidP="00DE2907">
      <w:pPr>
        <w:pStyle w:val="ListParagraph"/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  </w:t>
      </w:r>
      <w:r w:rsidRPr="008371BF">
        <w:rPr>
          <w:color w:val="000000"/>
          <w:sz w:val="28"/>
          <w:szCs w:val="28"/>
          <w:lang w:val="uk-UA"/>
        </w:rPr>
        <w:t>привітання дітей пільгових категорій з Днем Святого Миколая.</w:t>
      </w:r>
    </w:p>
    <w:p w:rsidR="00557FEA" w:rsidRPr="00DE2907" w:rsidRDefault="00557FEA" w:rsidP="00DE2907">
      <w:pPr>
        <w:pStyle w:val="ListParagraph"/>
        <w:ind w:left="1080" w:hanging="372"/>
        <w:rPr>
          <w:b/>
          <w:color w:val="000000"/>
          <w:sz w:val="28"/>
          <w:szCs w:val="28"/>
          <w:lang w:val="uk-UA"/>
        </w:rPr>
      </w:pPr>
      <w:r w:rsidRPr="00DE290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   </w:t>
      </w:r>
      <w:r w:rsidRPr="00DE2907">
        <w:rPr>
          <w:sz w:val="28"/>
          <w:szCs w:val="28"/>
          <w:lang w:val="uk-UA"/>
        </w:rPr>
        <w:t xml:space="preserve">низка тематичних заходів згідно планів </w:t>
      </w:r>
      <w:r>
        <w:rPr>
          <w:sz w:val="28"/>
          <w:szCs w:val="28"/>
          <w:lang w:val="uk-UA"/>
        </w:rPr>
        <w:t xml:space="preserve">у </w:t>
      </w:r>
      <w:r w:rsidRPr="00DE2907">
        <w:rPr>
          <w:sz w:val="28"/>
          <w:szCs w:val="28"/>
          <w:lang w:val="uk-UA"/>
        </w:rPr>
        <w:t>навчальних закладах міста.</w:t>
      </w:r>
    </w:p>
    <w:p w:rsidR="00557FEA" w:rsidRPr="00DE2907" w:rsidRDefault="00557FEA" w:rsidP="00534569">
      <w:pPr>
        <w:pStyle w:val="ListParagraph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p w:rsidR="00557FEA" w:rsidRPr="00DE2907" w:rsidRDefault="00557FEA" w:rsidP="00534569">
      <w:pPr>
        <w:pStyle w:val="ListParagraph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  <w:t>Проаналізувавши свою роботу відділ дійшов згоди, що були певні недоліки в ході реалізації вищезазначеної Міської програми, а саме:</w:t>
      </w:r>
    </w:p>
    <w:p w:rsidR="00557FEA" w:rsidRDefault="00557FEA" w:rsidP="000565FA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 початком АТО припинили свою діяльність на території міста 80% Громадських Молодіжних організацій(молоді люди покинули місто);</w:t>
      </w:r>
    </w:p>
    <w:p w:rsidR="00557FEA" w:rsidRDefault="00557FEA" w:rsidP="000565FA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місті відсутня Єдина Молодіжна міська організація;</w:t>
      </w:r>
    </w:p>
    <w:p w:rsidR="00557FEA" w:rsidRDefault="00557FEA" w:rsidP="000565FA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робота з національно-патріотичного виховання в основному була спрямована на патріотичне виховання - патріоти свого міста, області краю, забуваючи проте, що Україна єдина! Донбас –це також Україна! Треба знати та пам’ятати національних героїв;</w:t>
      </w:r>
    </w:p>
    <w:p w:rsidR="00557FEA" w:rsidRDefault="00557FEA" w:rsidP="000565FA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мало було проведено заходів сімейної політики.</w:t>
      </w:r>
    </w:p>
    <w:p w:rsidR="00557FEA" w:rsidRDefault="00557FEA" w:rsidP="0087470D">
      <w:pPr>
        <w:pStyle w:val="ListParagraph"/>
        <w:ind w:left="708" w:firstLine="36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Враховуючи вищевикладене, у прийнятій у січні 2016 року міській Програмі реалізації державної молодіжної та сімейної політики на території міста Лисичанськ на 2016-2020 роки, було внесено такі розділи:</w:t>
      </w:r>
    </w:p>
    <w:p w:rsidR="00557FEA" w:rsidRDefault="00557FEA" w:rsidP="00221C3C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формування громадської позиції і національно-патріотичне виховання молоді;</w:t>
      </w:r>
    </w:p>
    <w:p w:rsidR="00557FEA" w:rsidRDefault="00557FEA" w:rsidP="00221C3C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розвиток волонтерського руху серед молоді;</w:t>
      </w:r>
    </w:p>
    <w:p w:rsidR="00557FEA" w:rsidRDefault="00557FEA" w:rsidP="00221C3C">
      <w:pPr>
        <w:pStyle w:val="ListParagraph"/>
        <w:numPr>
          <w:ilvl w:val="0"/>
          <w:numId w:val="1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формування позитивного іміджу шлюбу та сім’ї.</w:t>
      </w:r>
    </w:p>
    <w:p w:rsidR="00557FEA" w:rsidRPr="00DE2907" w:rsidRDefault="00557FEA" w:rsidP="007D44B1">
      <w:pPr>
        <w:pStyle w:val="ListParagraph"/>
        <w:jc w:val="both"/>
        <w:rPr>
          <w:color w:val="000000"/>
          <w:sz w:val="28"/>
          <w:szCs w:val="28"/>
          <w:lang w:val="uk-UA" w:eastAsia="uk-UA"/>
        </w:rPr>
      </w:pPr>
    </w:p>
    <w:p w:rsidR="00557FEA" w:rsidRDefault="00557FEA" w:rsidP="00534569">
      <w:pPr>
        <w:jc w:val="both"/>
        <w:rPr>
          <w:b/>
          <w:color w:val="000000"/>
          <w:sz w:val="28"/>
          <w:szCs w:val="28"/>
          <w:lang w:val="uk-UA"/>
        </w:rPr>
      </w:pPr>
    </w:p>
    <w:p w:rsidR="00557FEA" w:rsidRDefault="00557FEA" w:rsidP="00534569">
      <w:pPr>
        <w:jc w:val="both"/>
        <w:rPr>
          <w:b/>
          <w:color w:val="000000"/>
          <w:sz w:val="28"/>
          <w:szCs w:val="28"/>
          <w:lang w:val="uk-UA"/>
        </w:rPr>
      </w:pPr>
    </w:p>
    <w:p w:rsidR="00557FEA" w:rsidRDefault="00557FEA" w:rsidP="0053456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Начальник відділ</w:t>
      </w:r>
      <w:r w:rsidRPr="006D0559">
        <w:rPr>
          <w:b/>
          <w:color w:val="000000"/>
          <w:sz w:val="28"/>
          <w:szCs w:val="28"/>
          <w:lang w:val="uk-UA"/>
        </w:rPr>
        <w:t xml:space="preserve">у справах </w:t>
      </w:r>
    </w:p>
    <w:p w:rsidR="00557FEA" w:rsidRPr="006D0559" w:rsidRDefault="00557FEA" w:rsidP="00534569">
      <w:pPr>
        <w:jc w:val="both"/>
        <w:rPr>
          <w:b/>
          <w:color w:val="000000"/>
          <w:sz w:val="28"/>
          <w:szCs w:val="28"/>
          <w:lang w:val="uk-UA"/>
        </w:rPr>
      </w:pPr>
      <w:r w:rsidRPr="006D0559">
        <w:rPr>
          <w:b/>
          <w:color w:val="000000"/>
          <w:sz w:val="28"/>
          <w:szCs w:val="28"/>
          <w:lang w:val="uk-UA"/>
        </w:rPr>
        <w:t>сім ї, молоді та спорту</w:t>
      </w:r>
      <w:r w:rsidRPr="006D0559">
        <w:rPr>
          <w:b/>
          <w:color w:val="000000"/>
          <w:sz w:val="28"/>
          <w:szCs w:val="28"/>
          <w:lang w:val="uk-UA"/>
        </w:rPr>
        <w:tab/>
      </w:r>
      <w:r w:rsidRPr="006D0559">
        <w:rPr>
          <w:b/>
          <w:color w:val="000000"/>
          <w:sz w:val="28"/>
          <w:szCs w:val="28"/>
          <w:lang w:val="uk-UA"/>
        </w:rPr>
        <w:tab/>
      </w:r>
      <w:r w:rsidRPr="006D0559">
        <w:rPr>
          <w:b/>
          <w:color w:val="000000"/>
          <w:sz w:val="28"/>
          <w:szCs w:val="28"/>
          <w:lang w:val="uk-UA"/>
        </w:rPr>
        <w:tab/>
      </w:r>
      <w:r w:rsidRPr="006D0559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</w:t>
      </w:r>
      <w:r w:rsidRPr="006D0559">
        <w:rPr>
          <w:b/>
          <w:color w:val="000000"/>
          <w:sz w:val="28"/>
          <w:szCs w:val="28"/>
          <w:lang w:val="uk-UA"/>
        </w:rPr>
        <w:t>Н. П. Нецвєт</w:t>
      </w:r>
    </w:p>
    <w:p w:rsidR="00557FEA" w:rsidRDefault="00557FEA" w:rsidP="00534569">
      <w:pPr>
        <w:pStyle w:val="ListParagraph"/>
        <w:ind w:left="0"/>
        <w:jc w:val="both"/>
        <w:rPr>
          <w:color w:val="000000"/>
          <w:sz w:val="28"/>
          <w:szCs w:val="28"/>
          <w:lang w:val="uk-UA" w:eastAsia="uk-UA"/>
        </w:rPr>
      </w:pPr>
    </w:p>
    <w:p w:rsidR="00557FEA" w:rsidRPr="00534569" w:rsidRDefault="00557FEA" w:rsidP="00534569">
      <w:pPr>
        <w:rPr>
          <w:lang w:val="uk-UA" w:eastAsia="uk-UA"/>
        </w:rPr>
      </w:pPr>
    </w:p>
    <w:p w:rsidR="00557FEA" w:rsidRPr="007D44B1" w:rsidRDefault="00557FEA" w:rsidP="00534569">
      <w:pPr>
        <w:rPr>
          <w:b/>
          <w:sz w:val="28"/>
          <w:szCs w:val="28"/>
          <w:lang w:val="uk-UA" w:eastAsia="uk-UA"/>
        </w:rPr>
      </w:pPr>
      <w:r w:rsidRPr="007D44B1">
        <w:rPr>
          <w:b/>
          <w:sz w:val="28"/>
          <w:szCs w:val="28"/>
          <w:lang w:val="uk-UA" w:eastAsia="uk-UA"/>
        </w:rPr>
        <w:t>Заступник міського голови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  <w:t xml:space="preserve"> І. І. Ганьшин</w:t>
      </w:r>
    </w:p>
    <w:p w:rsidR="00557FEA" w:rsidRPr="007D44B1" w:rsidRDefault="00557FEA" w:rsidP="00534569">
      <w:pPr>
        <w:rPr>
          <w:b/>
          <w:sz w:val="28"/>
          <w:szCs w:val="28"/>
          <w:lang w:val="uk-UA" w:eastAsia="uk-UA"/>
        </w:rPr>
      </w:pPr>
    </w:p>
    <w:p w:rsidR="00557FEA" w:rsidRPr="007D44B1" w:rsidRDefault="00557FEA" w:rsidP="00534569">
      <w:pPr>
        <w:rPr>
          <w:b/>
          <w:sz w:val="28"/>
          <w:szCs w:val="28"/>
          <w:lang w:val="uk-UA" w:eastAsia="uk-UA"/>
        </w:rPr>
      </w:pPr>
    </w:p>
    <w:p w:rsidR="00557FEA" w:rsidRPr="00534569" w:rsidRDefault="00557FEA" w:rsidP="00534569">
      <w:pPr>
        <w:rPr>
          <w:lang w:val="uk-UA" w:eastAsia="uk-UA"/>
        </w:rPr>
      </w:pPr>
    </w:p>
    <w:p w:rsidR="00557FEA" w:rsidRDefault="00557FEA" w:rsidP="00534569">
      <w:pPr>
        <w:rPr>
          <w:lang w:val="uk-UA" w:eastAsia="uk-UA"/>
        </w:rPr>
      </w:pPr>
    </w:p>
    <w:p w:rsidR="00557FEA" w:rsidRDefault="00557FEA" w:rsidP="00534569">
      <w:pPr>
        <w:rPr>
          <w:lang w:val="uk-UA" w:eastAsia="uk-UA"/>
        </w:rPr>
      </w:pPr>
    </w:p>
    <w:p w:rsidR="00557FEA" w:rsidRPr="00534569" w:rsidRDefault="00557FEA" w:rsidP="00534569">
      <w:pPr>
        <w:tabs>
          <w:tab w:val="left" w:pos="7500"/>
        </w:tabs>
        <w:rPr>
          <w:lang w:val="uk-UA" w:eastAsia="uk-UA"/>
        </w:rPr>
      </w:pPr>
      <w:r>
        <w:rPr>
          <w:lang w:val="uk-UA" w:eastAsia="uk-UA"/>
        </w:rPr>
        <w:tab/>
      </w:r>
    </w:p>
    <w:sectPr w:rsidR="00557FEA" w:rsidRPr="00534569" w:rsidSect="0028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A322E"/>
    <w:multiLevelType w:val="hybridMultilevel"/>
    <w:tmpl w:val="0B7E4E68"/>
    <w:lvl w:ilvl="0" w:tplc="788854E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769"/>
    <w:rsid w:val="00000694"/>
    <w:rsid w:val="00002E55"/>
    <w:rsid w:val="00005C1A"/>
    <w:rsid w:val="0000607D"/>
    <w:rsid w:val="00010699"/>
    <w:rsid w:val="00015CC9"/>
    <w:rsid w:val="000201E4"/>
    <w:rsid w:val="0002049B"/>
    <w:rsid w:val="00026F9E"/>
    <w:rsid w:val="000278DB"/>
    <w:rsid w:val="00031672"/>
    <w:rsid w:val="000345E3"/>
    <w:rsid w:val="000347A8"/>
    <w:rsid w:val="00035774"/>
    <w:rsid w:val="00037253"/>
    <w:rsid w:val="000378D6"/>
    <w:rsid w:val="00042D56"/>
    <w:rsid w:val="00043B09"/>
    <w:rsid w:val="000441AA"/>
    <w:rsid w:val="00050C62"/>
    <w:rsid w:val="00052B4A"/>
    <w:rsid w:val="00053F12"/>
    <w:rsid w:val="000565FA"/>
    <w:rsid w:val="00056732"/>
    <w:rsid w:val="00060B56"/>
    <w:rsid w:val="00063F99"/>
    <w:rsid w:val="00064931"/>
    <w:rsid w:val="000659F4"/>
    <w:rsid w:val="00066D11"/>
    <w:rsid w:val="0007028C"/>
    <w:rsid w:val="00075C92"/>
    <w:rsid w:val="00080D78"/>
    <w:rsid w:val="00081EAF"/>
    <w:rsid w:val="00081EFC"/>
    <w:rsid w:val="00082A34"/>
    <w:rsid w:val="00087165"/>
    <w:rsid w:val="00087454"/>
    <w:rsid w:val="0009052A"/>
    <w:rsid w:val="000907AB"/>
    <w:rsid w:val="00090B7A"/>
    <w:rsid w:val="00092679"/>
    <w:rsid w:val="00095C4A"/>
    <w:rsid w:val="00096DC4"/>
    <w:rsid w:val="000A11B9"/>
    <w:rsid w:val="000A781D"/>
    <w:rsid w:val="000A7D97"/>
    <w:rsid w:val="000B1662"/>
    <w:rsid w:val="000B5CE3"/>
    <w:rsid w:val="000B62A0"/>
    <w:rsid w:val="000B6301"/>
    <w:rsid w:val="000C193F"/>
    <w:rsid w:val="000C4050"/>
    <w:rsid w:val="000C4AAD"/>
    <w:rsid w:val="000C562E"/>
    <w:rsid w:val="000D111C"/>
    <w:rsid w:val="000D19FD"/>
    <w:rsid w:val="000E0238"/>
    <w:rsid w:val="000E0433"/>
    <w:rsid w:val="000E157A"/>
    <w:rsid w:val="000E6D2E"/>
    <w:rsid w:val="000F3BCB"/>
    <w:rsid w:val="00101D56"/>
    <w:rsid w:val="00107927"/>
    <w:rsid w:val="00110760"/>
    <w:rsid w:val="001119AC"/>
    <w:rsid w:val="00112A8A"/>
    <w:rsid w:val="00116F38"/>
    <w:rsid w:val="00120958"/>
    <w:rsid w:val="00120B87"/>
    <w:rsid w:val="00121F2C"/>
    <w:rsid w:val="00125612"/>
    <w:rsid w:val="00125B72"/>
    <w:rsid w:val="001268EB"/>
    <w:rsid w:val="00132867"/>
    <w:rsid w:val="00132BB1"/>
    <w:rsid w:val="001336BA"/>
    <w:rsid w:val="00134CBB"/>
    <w:rsid w:val="00141247"/>
    <w:rsid w:val="00143245"/>
    <w:rsid w:val="00144CFC"/>
    <w:rsid w:val="00145A7B"/>
    <w:rsid w:val="00151234"/>
    <w:rsid w:val="00152B71"/>
    <w:rsid w:val="001537CE"/>
    <w:rsid w:val="00153ABB"/>
    <w:rsid w:val="0015609A"/>
    <w:rsid w:val="00156937"/>
    <w:rsid w:val="0016189C"/>
    <w:rsid w:val="00171874"/>
    <w:rsid w:val="00177D3D"/>
    <w:rsid w:val="001825B5"/>
    <w:rsid w:val="00182AB7"/>
    <w:rsid w:val="00183C5A"/>
    <w:rsid w:val="00184EDB"/>
    <w:rsid w:val="00184F3C"/>
    <w:rsid w:val="0018515D"/>
    <w:rsid w:val="00186401"/>
    <w:rsid w:val="001947AB"/>
    <w:rsid w:val="00195865"/>
    <w:rsid w:val="001968E7"/>
    <w:rsid w:val="001A14CA"/>
    <w:rsid w:val="001A1C7E"/>
    <w:rsid w:val="001A2A26"/>
    <w:rsid w:val="001A7F94"/>
    <w:rsid w:val="001B3B50"/>
    <w:rsid w:val="001B5B15"/>
    <w:rsid w:val="001B69DC"/>
    <w:rsid w:val="001B7464"/>
    <w:rsid w:val="001C00AF"/>
    <w:rsid w:val="001C0D6D"/>
    <w:rsid w:val="001C4B1B"/>
    <w:rsid w:val="001C53AC"/>
    <w:rsid w:val="001C6A63"/>
    <w:rsid w:val="001C6ACD"/>
    <w:rsid w:val="001D14C8"/>
    <w:rsid w:val="001D2514"/>
    <w:rsid w:val="001D303C"/>
    <w:rsid w:val="001D5830"/>
    <w:rsid w:val="001D5A19"/>
    <w:rsid w:val="001D697F"/>
    <w:rsid w:val="001F164D"/>
    <w:rsid w:val="001F1AE3"/>
    <w:rsid w:val="001F346A"/>
    <w:rsid w:val="001F7FBD"/>
    <w:rsid w:val="002000D6"/>
    <w:rsid w:val="0020082F"/>
    <w:rsid w:val="00202B11"/>
    <w:rsid w:val="002031A3"/>
    <w:rsid w:val="0020339A"/>
    <w:rsid w:val="00203AF6"/>
    <w:rsid w:val="00203F73"/>
    <w:rsid w:val="00205EC7"/>
    <w:rsid w:val="00206708"/>
    <w:rsid w:val="00211716"/>
    <w:rsid w:val="00215064"/>
    <w:rsid w:val="00217C61"/>
    <w:rsid w:val="0022153F"/>
    <w:rsid w:val="00221C3C"/>
    <w:rsid w:val="00222758"/>
    <w:rsid w:val="00226795"/>
    <w:rsid w:val="0023465F"/>
    <w:rsid w:val="00234B13"/>
    <w:rsid w:val="00235686"/>
    <w:rsid w:val="002437D7"/>
    <w:rsid w:val="00250973"/>
    <w:rsid w:val="00251DDB"/>
    <w:rsid w:val="00253B85"/>
    <w:rsid w:val="002552E3"/>
    <w:rsid w:val="00257A03"/>
    <w:rsid w:val="002607CB"/>
    <w:rsid w:val="00262ADD"/>
    <w:rsid w:val="00262B6F"/>
    <w:rsid w:val="00275BBC"/>
    <w:rsid w:val="00276021"/>
    <w:rsid w:val="002767B7"/>
    <w:rsid w:val="00281017"/>
    <w:rsid w:val="00283C5E"/>
    <w:rsid w:val="002856C0"/>
    <w:rsid w:val="00285976"/>
    <w:rsid w:val="00285E71"/>
    <w:rsid w:val="00287FF8"/>
    <w:rsid w:val="00291266"/>
    <w:rsid w:val="00293DC4"/>
    <w:rsid w:val="00295934"/>
    <w:rsid w:val="00295C84"/>
    <w:rsid w:val="002964CE"/>
    <w:rsid w:val="002A0BB7"/>
    <w:rsid w:val="002A0BDD"/>
    <w:rsid w:val="002B0A1E"/>
    <w:rsid w:val="002B3D24"/>
    <w:rsid w:val="002B69B1"/>
    <w:rsid w:val="002C0A88"/>
    <w:rsid w:val="002C4294"/>
    <w:rsid w:val="002C4AE6"/>
    <w:rsid w:val="002C4C75"/>
    <w:rsid w:val="002C512D"/>
    <w:rsid w:val="002D01E1"/>
    <w:rsid w:val="002D056F"/>
    <w:rsid w:val="002D235B"/>
    <w:rsid w:val="002D460D"/>
    <w:rsid w:val="002D6C0A"/>
    <w:rsid w:val="002D7794"/>
    <w:rsid w:val="002E0829"/>
    <w:rsid w:val="002E1335"/>
    <w:rsid w:val="002E1B5A"/>
    <w:rsid w:val="002E1C05"/>
    <w:rsid w:val="002E3228"/>
    <w:rsid w:val="002E731D"/>
    <w:rsid w:val="002F022C"/>
    <w:rsid w:val="002F0AA0"/>
    <w:rsid w:val="002F15CF"/>
    <w:rsid w:val="002F2CA5"/>
    <w:rsid w:val="002F6C9D"/>
    <w:rsid w:val="0030042D"/>
    <w:rsid w:val="0030114E"/>
    <w:rsid w:val="00303366"/>
    <w:rsid w:val="00304C29"/>
    <w:rsid w:val="00305576"/>
    <w:rsid w:val="00307B9A"/>
    <w:rsid w:val="0031191F"/>
    <w:rsid w:val="0031200A"/>
    <w:rsid w:val="00313E20"/>
    <w:rsid w:val="003265AB"/>
    <w:rsid w:val="00331A85"/>
    <w:rsid w:val="00332CF1"/>
    <w:rsid w:val="00333CDB"/>
    <w:rsid w:val="00335229"/>
    <w:rsid w:val="00337592"/>
    <w:rsid w:val="0034061D"/>
    <w:rsid w:val="00340735"/>
    <w:rsid w:val="00340A68"/>
    <w:rsid w:val="003413A9"/>
    <w:rsid w:val="00342B79"/>
    <w:rsid w:val="003510B1"/>
    <w:rsid w:val="00360922"/>
    <w:rsid w:val="00361141"/>
    <w:rsid w:val="00364A14"/>
    <w:rsid w:val="00367E94"/>
    <w:rsid w:val="00371A80"/>
    <w:rsid w:val="00372A29"/>
    <w:rsid w:val="00373285"/>
    <w:rsid w:val="003756E1"/>
    <w:rsid w:val="00375705"/>
    <w:rsid w:val="00377373"/>
    <w:rsid w:val="003779BB"/>
    <w:rsid w:val="00380CA8"/>
    <w:rsid w:val="00380D58"/>
    <w:rsid w:val="00382679"/>
    <w:rsid w:val="0038673C"/>
    <w:rsid w:val="00387EEE"/>
    <w:rsid w:val="00390172"/>
    <w:rsid w:val="003907C3"/>
    <w:rsid w:val="00390ACF"/>
    <w:rsid w:val="00392648"/>
    <w:rsid w:val="00393B37"/>
    <w:rsid w:val="00393FA3"/>
    <w:rsid w:val="003A161F"/>
    <w:rsid w:val="003A2D35"/>
    <w:rsid w:val="003A354F"/>
    <w:rsid w:val="003A4CC0"/>
    <w:rsid w:val="003A62E2"/>
    <w:rsid w:val="003A72FE"/>
    <w:rsid w:val="003A7B72"/>
    <w:rsid w:val="003B0459"/>
    <w:rsid w:val="003B0F27"/>
    <w:rsid w:val="003B1B43"/>
    <w:rsid w:val="003C19B0"/>
    <w:rsid w:val="003C421F"/>
    <w:rsid w:val="003C66EA"/>
    <w:rsid w:val="003C7736"/>
    <w:rsid w:val="003D2A32"/>
    <w:rsid w:val="003D4712"/>
    <w:rsid w:val="003D5357"/>
    <w:rsid w:val="003D5A8C"/>
    <w:rsid w:val="003D7461"/>
    <w:rsid w:val="003E1112"/>
    <w:rsid w:val="003E69C6"/>
    <w:rsid w:val="003F16E9"/>
    <w:rsid w:val="003F2800"/>
    <w:rsid w:val="003F2D2C"/>
    <w:rsid w:val="003F6142"/>
    <w:rsid w:val="003F6F2C"/>
    <w:rsid w:val="003F745D"/>
    <w:rsid w:val="00400598"/>
    <w:rsid w:val="00400F74"/>
    <w:rsid w:val="004010BC"/>
    <w:rsid w:val="004018C6"/>
    <w:rsid w:val="00401A76"/>
    <w:rsid w:val="004057A8"/>
    <w:rsid w:val="00407681"/>
    <w:rsid w:val="004103C8"/>
    <w:rsid w:val="00411526"/>
    <w:rsid w:val="00417F8B"/>
    <w:rsid w:val="00420501"/>
    <w:rsid w:val="00421D1A"/>
    <w:rsid w:val="004240E4"/>
    <w:rsid w:val="00427237"/>
    <w:rsid w:val="004306D9"/>
    <w:rsid w:val="00432786"/>
    <w:rsid w:val="00434415"/>
    <w:rsid w:val="00434AE8"/>
    <w:rsid w:val="00435A41"/>
    <w:rsid w:val="004371DC"/>
    <w:rsid w:val="004424F4"/>
    <w:rsid w:val="00442621"/>
    <w:rsid w:val="004432AB"/>
    <w:rsid w:val="00443410"/>
    <w:rsid w:val="0044588C"/>
    <w:rsid w:val="004465D4"/>
    <w:rsid w:val="00453CBB"/>
    <w:rsid w:val="004541F4"/>
    <w:rsid w:val="00457D0E"/>
    <w:rsid w:val="00463F3C"/>
    <w:rsid w:val="004641E3"/>
    <w:rsid w:val="00464697"/>
    <w:rsid w:val="00470808"/>
    <w:rsid w:val="00471B04"/>
    <w:rsid w:val="004725B1"/>
    <w:rsid w:val="00473BF2"/>
    <w:rsid w:val="0047617A"/>
    <w:rsid w:val="00477B3C"/>
    <w:rsid w:val="004844BA"/>
    <w:rsid w:val="00484960"/>
    <w:rsid w:val="004916E8"/>
    <w:rsid w:val="00491F85"/>
    <w:rsid w:val="0049395C"/>
    <w:rsid w:val="00493F5F"/>
    <w:rsid w:val="00493FE2"/>
    <w:rsid w:val="004A7257"/>
    <w:rsid w:val="004B0D58"/>
    <w:rsid w:val="004B11DA"/>
    <w:rsid w:val="004B3070"/>
    <w:rsid w:val="004B4A13"/>
    <w:rsid w:val="004B5839"/>
    <w:rsid w:val="004B6AF2"/>
    <w:rsid w:val="004B6E4F"/>
    <w:rsid w:val="004C72D2"/>
    <w:rsid w:val="004D41B7"/>
    <w:rsid w:val="004E0B91"/>
    <w:rsid w:val="004E388D"/>
    <w:rsid w:val="004E4243"/>
    <w:rsid w:val="004E58E3"/>
    <w:rsid w:val="004E6600"/>
    <w:rsid w:val="004F17A7"/>
    <w:rsid w:val="004F245C"/>
    <w:rsid w:val="004F250E"/>
    <w:rsid w:val="004F4F90"/>
    <w:rsid w:val="00503CBB"/>
    <w:rsid w:val="0051075B"/>
    <w:rsid w:val="00510787"/>
    <w:rsid w:val="00510F0F"/>
    <w:rsid w:val="00511FF9"/>
    <w:rsid w:val="00513AE8"/>
    <w:rsid w:val="00515654"/>
    <w:rsid w:val="005162E6"/>
    <w:rsid w:val="00520050"/>
    <w:rsid w:val="005217D7"/>
    <w:rsid w:val="00521DD2"/>
    <w:rsid w:val="00525E44"/>
    <w:rsid w:val="0052664F"/>
    <w:rsid w:val="00526DBD"/>
    <w:rsid w:val="00531B9F"/>
    <w:rsid w:val="0053219A"/>
    <w:rsid w:val="00533508"/>
    <w:rsid w:val="00534569"/>
    <w:rsid w:val="00534DCC"/>
    <w:rsid w:val="00540E66"/>
    <w:rsid w:val="00542981"/>
    <w:rsid w:val="00542EDB"/>
    <w:rsid w:val="00543AA2"/>
    <w:rsid w:val="00545DD8"/>
    <w:rsid w:val="00553692"/>
    <w:rsid w:val="00553E4B"/>
    <w:rsid w:val="00555A45"/>
    <w:rsid w:val="0055684E"/>
    <w:rsid w:val="00557FEA"/>
    <w:rsid w:val="0056371A"/>
    <w:rsid w:val="00563B5E"/>
    <w:rsid w:val="0056677F"/>
    <w:rsid w:val="00572BDD"/>
    <w:rsid w:val="00573720"/>
    <w:rsid w:val="005754B6"/>
    <w:rsid w:val="005837BB"/>
    <w:rsid w:val="00583D3C"/>
    <w:rsid w:val="00585664"/>
    <w:rsid w:val="00586E51"/>
    <w:rsid w:val="005918B6"/>
    <w:rsid w:val="00593840"/>
    <w:rsid w:val="00595723"/>
    <w:rsid w:val="005A086C"/>
    <w:rsid w:val="005A7C26"/>
    <w:rsid w:val="005B0C4B"/>
    <w:rsid w:val="005B6354"/>
    <w:rsid w:val="005C3AC0"/>
    <w:rsid w:val="005C5BF4"/>
    <w:rsid w:val="005D0AB5"/>
    <w:rsid w:val="005E0A83"/>
    <w:rsid w:val="005E0CE5"/>
    <w:rsid w:val="005E4E35"/>
    <w:rsid w:val="005E50A0"/>
    <w:rsid w:val="005E5B13"/>
    <w:rsid w:val="005E60DB"/>
    <w:rsid w:val="005F416B"/>
    <w:rsid w:val="005F74D1"/>
    <w:rsid w:val="00600413"/>
    <w:rsid w:val="00600B81"/>
    <w:rsid w:val="0060126F"/>
    <w:rsid w:val="00601689"/>
    <w:rsid w:val="00606C7D"/>
    <w:rsid w:val="00611C52"/>
    <w:rsid w:val="006142C5"/>
    <w:rsid w:val="00614B05"/>
    <w:rsid w:val="00616BC6"/>
    <w:rsid w:val="006217C0"/>
    <w:rsid w:val="00624641"/>
    <w:rsid w:val="0062643D"/>
    <w:rsid w:val="0062732D"/>
    <w:rsid w:val="006306C7"/>
    <w:rsid w:val="006311A4"/>
    <w:rsid w:val="00634FE8"/>
    <w:rsid w:val="00636313"/>
    <w:rsid w:val="00641A60"/>
    <w:rsid w:val="00641AB1"/>
    <w:rsid w:val="00643468"/>
    <w:rsid w:val="0064443D"/>
    <w:rsid w:val="00647378"/>
    <w:rsid w:val="00647CE0"/>
    <w:rsid w:val="00647F2A"/>
    <w:rsid w:val="00647FD3"/>
    <w:rsid w:val="0065093F"/>
    <w:rsid w:val="00650F4F"/>
    <w:rsid w:val="00655460"/>
    <w:rsid w:val="006606A3"/>
    <w:rsid w:val="006608C9"/>
    <w:rsid w:val="00661584"/>
    <w:rsid w:val="006622A7"/>
    <w:rsid w:val="00662B6F"/>
    <w:rsid w:val="0066563F"/>
    <w:rsid w:val="00665FDE"/>
    <w:rsid w:val="00666C18"/>
    <w:rsid w:val="00671A7A"/>
    <w:rsid w:val="00671ECA"/>
    <w:rsid w:val="00677420"/>
    <w:rsid w:val="00680639"/>
    <w:rsid w:val="00690465"/>
    <w:rsid w:val="006920E5"/>
    <w:rsid w:val="006933B3"/>
    <w:rsid w:val="00696B5B"/>
    <w:rsid w:val="006979FD"/>
    <w:rsid w:val="00697ED7"/>
    <w:rsid w:val="006A40C4"/>
    <w:rsid w:val="006A4682"/>
    <w:rsid w:val="006A711C"/>
    <w:rsid w:val="006A7577"/>
    <w:rsid w:val="006B11B8"/>
    <w:rsid w:val="006B3664"/>
    <w:rsid w:val="006B3B0B"/>
    <w:rsid w:val="006B692B"/>
    <w:rsid w:val="006C1B43"/>
    <w:rsid w:val="006C3869"/>
    <w:rsid w:val="006C643A"/>
    <w:rsid w:val="006C6CE2"/>
    <w:rsid w:val="006D02B0"/>
    <w:rsid w:val="006D0559"/>
    <w:rsid w:val="006D205A"/>
    <w:rsid w:val="006D39E2"/>
    <w:rsid w:val="006D3CBE"/>
    <w:rsid w:val="006D566B"/>
    <w:rsid w:val="006D5C2A"/>
    <w:rsid w:val="006D6337"/>
    <w:rsid w:val="006E4367"/>
    <w:rsid w:val="006E6093"/>
    <w:rsid w:val="006E6DB6"/>
    <w:rsid w:val="006E7EA3"/>
    <w:rsid w:val="006F00EE"/>
    <w:rsid w:val="006F1139"/>
    <w:rsid w:val="006F12C0"/>
    <w:rsid w:val="006F1639"/>
    <w:rsid w:val="006F22A7"/>
    <w:rsid w:val="006F4279"/>
    <w:rsid w:val="006F48AB"/>
    <w:rsid w:val="006F77DF"/>
    <w:rsid w:val="00701416"/>
    <w:rsid w:val="00702476"/>
    <w:rsid w:val="007026E2"/>
    <w:rsid w:val="0070334B"/>
    <w:rsid w:val="00705E63"/>
    <w:rsid w:val="00710FAD"/>
    <w:rsid w:val="00711AD9"/>
    <w:rsid w:val="00712AF4"/>
    <w:rsid w:val="007137DE"/>
    <w:rsid w:val="00714273"/>
    <w:rsid w:val="00714D42"/>
    <w:rsid w:val="00715A17"/>
    <w:rsid w:val="0071612D"/>
    <w:rsid w:val="00716201"/>
    <w:rsid w:val="00722AB5"/>
    <w:rsid w:val="00727799"/>
    <w:rsid w:val="00736C0E"/>
    <w:rsid w:val="00745193"/>
    <w:rsid w:val="00745237"/>
    <w:rsid w:val="00745808"/>
    <w:rsid w:val="007468C2"/>
    <w:rsid w:val="00746F70"/>
    <w:rsid w:val="00747330"/>
    <w:rsid w:val="0075205D"/>
    <w:rsid w:val="00752D7E"/>
    <w:rsid w:val="00754FE1"/>
    <w:rsid w:val="007560AE"/>
    <w:rsid w:val="0076774A"/>
    <w:rsid w:val="007700C4"/>
    <w:rsid w:val="00772E52"/>
    <w:rsid w:val="007734B4"/>
    <w:rsid w:val="0077438F"/>
    <w:rsid w:val="007745E6"/>
    <w:rsid w:val="0077474B"/>
    <w:rsid w:val="0077552E"/>
    <w:rsid w:val="0078057F"/>
    <w:rsid w:val="007834DD"/>
    <w:rsid w:val="00783D21"/>
    <w:rsid w:val="0078497C"/>
    <w:rsid w:val="00791DFE"/>
    <w:rsid w:val="007A389A"/>
    <w:rsid w:val="007B2B2C"/>
    <w:rsid w:val="007B2F88"/>
    <w:rsid w:val="007B56F0"/>
    <w:rsid w:val="007B5D72"/>
    <w:rsid w:val="007B65EF"/>
    <w:rsid w:val="007B6FE9"/>
    <w:rsid w:val="007B707B"/>
    <w:rsid w:val="007B7F97"/>
    <w:rsid w:val="007C09E7"/>
    <w:rsid w:val="007C10F7"/>
    <w:rsid w:val="007C2A31"/>
    <w:rsid w:val="007C4DB7"/>
    <w:rsid w:val="007C5257"/>
    <w:rsid w:val="007C54F5"/>
    <w:rsid w:val="007C5EF3"/>
    <w:rsid w:val="007D2C78"/>
    <w:rsid w:val="007D2EFB"/>
    <w:rsid w:val="007D37E2"/>
    <w:rsid w:val="007D44B1"/>
    <w:rsid w:val="007D5229"/>
    <w:rsid w:val="007D5BAA"/>
    <w:rsid w:val="007D71B1"/>
    <w:rsid w:val="007D7C70"/>
    <w:rsid w:val="007E137B"/>
    <w:rsid w:val="007E172A"/>
    <w:rsid w:val="007E7529"/>
    <w:rsid w:val="007F31C7"/>
    <w:rsid w:val="007F7D6D"/>
    <w:rsid w:val="00801D3F"/>
    <w:rsid w:val="00802D63"/>
    <w:rsid w:val="00802D75"/>
    <w:rsid w:val="00804E2E"/>
    <w:rsid w:val="008106A8"/>
    <w:rsid w:val="00811AD3"/>
    <w:rsid w:val="008122E0"/>
    <w:rsid w:val="00812D4C"/>
    <w:rsid w:val="00815FC1"/>
    <w:rsid w:val="00816092"/>
    <w:rsid w:val="00816CB2"/>
    <w:rsid w:val="008172B6"/>
    <w:rsid w:val="0082140B"/>
    <w:rsid w:val="00822524"/>
    <w:rsid w:val="00824E9F"/>
    <w:rsid w:val="00826301"/>
    <w:rsid w:val="00826CF9"/>
    <w:rsid w:val="00827618"/>
    <w:rsid w:val="00827A80"/>
    <w:rsid w:val="008318F2"/>
    <w:rsid w:val="0083285B"/>
    <w:rsid w:val="00832A79"/>
    <w:rsid w:val="00832D8D"/>
    <w:rsid w:val="00835356"/>
    <w:rsid w:val="008371BF"/>
    <w:rsid w:val="00837B2C"/>
    <w:rsid w:val="00841002"/>
    <w:rsid w:val="00850DC2"/>
    <w:rsid w:val="008522F5"/>
    <w:rsid w:val="00852AED"/>
    <w:rsid w:val="00853DF9"/>
    <w:rsid w:val="0085529D"/>
    <w:rsid w:val="008560A1"/>
    <w:rsid w:val="00867E9E"/>
    <w:rsid w:val="008741A5"/>
    <w:rsid w:val="0087470D"/>
    <w:rsid w:val="008747B1"/>
    <w:rsid w:val="00874837"/>
    <w:rsid w:val="00874EC2"/>
    <w:rsid w:val="008750FB"/>
    <w:rsid w:val="00877A71"/>
    <w:rsid w:val="008838D4"/>
    <w:rsid w:val="0088591B"/>
    <w:rsid w:val="00887AFB"/>
    <w:rsid w:val="008949B4"/>
    <w:rsid w:val="0089571B"/>
    <w:rsid w:val="00895DD2"/>
    <w:rsid w:val="008A3C13"/>
    <w:rsid w:val="008A3F4B"/>
    <w:rsid w:val="008A5CA8"/>
    <w:rsid w:val="008A5E90"/>
    <w:rsid w:val="008A6778"/>
    <w:rsid w:val="008A7842"/>
    <w:rsid w:val="008B04E5"/>
    <w:rsid w:val="008B1D15"/>
    <w:rsid w:val="008B28D9"/>
    <w:rsid w:val="008C223C"/>
    <w:rsid w:val="008C3657"/>
    <w:rsid w:val="008C3DDA"/>
    <w:rsid w:val="008C46DB"/>
    <w:rsid w:val="008C503C"/>
    <w:rsid w:val="008C50C0"/>
    <w:rsid w:val="008D247A"/>
    <w:rsid w:val="008D472C"/>
    <w:rsid w:val="008D5575"/>
    <w:rsid w:val="008D5BF1"/>
    <w:rsid w:val="008E025A"/>
    <w:rsid w:val="008E471E"/>
    <w:rsid w:val="008E5675"/>
    <w:rsid w:val="008E5781"/>
    <w:rsid w:val="008E649E"/>
    <w:rsid w:val="008F256E"/>
    <w:rsid w:val="008F454E"/>
    <w:rsid w:val="00901D74"/>
    <w:rsid w:val="00904C2E"/>
    <w:rsid w:val="00904DB7"/>
    <w:rsid w:val="009067DA"/>
    <w:rsid w:val="009071D3"/>
    <w:rsid w:val="00907F40"/>
    <w:rsid w:val="00910A28"/>
    <w:rsid w:val="009129B2"/>
    <w:rsid w:val="00914540"/>
    <w:rsid w:val="009150C8"/>
    <w:rsid w:val="009205F8"/>
    <w:rsid w:val="00920B0D"/>
    <w:rsid w:val="00927121"/>
    <w:rsid w:val="009306C7"/>
    <w:rsid w:val="0093118F"/>
    <w:rsid w:val="00931907"/>
    <w:rsid w:val="00931C12"/>
    <w:rsid w:val="00933414"/>
    <w:rsid w:val="0093366C"/>
    <w:rsid w:val="009344E7"/>
    <w:rsid w:val="009367E9"/>
    <w:rsid w:val="009373D1"/>
    <w:rsid w:val="00941623"/>
    <w:rsid w:val="00943C7C"/>
    <w:rsid w:val="009441FB"/>
    <w:rsid w:val="009464B6"/>
    <w:rsid w:val="00950299"/>
    <w:rsid w:val="00953610"/>
    <w:rsid w:val="0095576F"/>
    <w:rsid w:val="00955A69"/>
    <w:rsid w:val="00957CC2"/>
    <w:rsid w:val="00957D7E"/>
    <w:rsid w:val="00961377"/>
    <w:rsid w:val="009618C4"/>
    <w:rsid w:val="00961A0E"/>
    <w:rsid w:val="00962807"/>
    <w:rsid w:val="00962FD7"/>
    <w:rsid w:val="00963FB9"/>
    <w:rsid w:val="0096773F"/>
    <w:rsid w:val="009711C2"/>
    <w:rsid w:val="009722B0"/>
    <w:rsid w:val="00973193"/>
    <w:rsid w:val="00973CF6"/>
    <w:rsid w:val="00973F18"/>
    <w:rsid w:val="009751EF"/>
    <w:rsid w:val="00980511"/>
    <w:rsid w:val="00982CD5"/>
    <w:rsid w:val="00987F37"/>
    <w:rsid w:val="0099519C"/>
    <w:rsid w:val="00997A55"/>
    <w:rsid w:val="009A06C0"/>
    <w:rsid w:val="009A2593"/>
    <w:rsid w:val="009A3588"/>
    <w:rsid w:val="009A3F86"/>
    <w:rsid w:val="009A5AB7"/>
    <w:rsid w:val="009A6592"/>
    <w:rsid w:val="009A689F"/>
    <w:rsid w:val="009B08A7"/>
    <w:rsid w:val="009C60C2"/>
    <w:rsid w:val="009C7BFC"/>
    <w:rsid w:val="009D5163"/>
    <w:rsid w:val="009E47C0"/>
    <w:rsid w:val="009F436B"/>
    <w:rsid w:val="00A000DC"/>
    <w:rsid w:val="00A02AA8"/>
    <w:rsid w:val="00A067F5"/>
    <w:rsid w:val="00A105E5"/>
    <w:rsid w:val="00A11FC8"/>
    <w:rsid w:val="00A12A84"/>
    <w:rsid w:val="00A16309"/>
    <w:rsid w:val="00A22937"/>
    <w:rsid w:val="00A235F9"/>
    <w:rsid w:val="00A23DEC"/>
    <w:rsid w:val="00A25B66"/>
    <w:rsid w:val="00A25FA5"/>
    <w:rsid w:val="00A30CC3"/>
    <w:rsid w:val="00A32231"/>
    <w:rsid w:val="00A32363"/>
    <w:rsid w:val="00A344C7"/>
    <w:rsid w:val="00A37097"/>
    <w:rsid w:val="00A40C34"/>
    <w:rsid w:val="00A42761"/>
    <w:rsid w:val="00A4539D"/>
    <w:rsid w:val="00A46C61"/>
    <w:rsid w:val="00A46D1E"/>
    <w:rsid w:val="00A51B95"/>
    <w:rsid w:val="00A53398"/>
    <w:rsid w:val="00A57E8F"/>
    <w:rsid w:val="00A61957"/>
    <w:rsid w:val="00A62E6D"/>
    <w:rsid w:val="00A63802"/>
    <w:rsid w:val="00A70CFB"/>
    <w:rsid w:val="00A72B50"/>
    <w:rsid w:val="00A73207"/>
    <w:rsid w:val="00A73AB1"/>
    <w:rsid w:val="00A748BC"/>
    <w:rsid w:val="00A75D28"/>
    <w:rsid w:val="00A76FC2"/>
    <w:rsid w:val="00A82F08"/>
    <w:rsid w:val="00A8399A"/>
    <w:rsid w:val="00A842D2"/>
    <w:rsid w:val="00A84A0D"/>
    <w:rsid w:val="00A86187"/>
    <w:rsid w:val="00A90E26"/>
    <w:rsid w:val="00A935A3"/>
    <w:rsid w:val="00A97961"/>
    <w:rsid w:val="00AA000D"/>
    <w:rsid w:val="00AA3B1A"/>
    <w:rsid w:val="00AA480A"/>
    <w:rsid w:val="00AA644F"/>
    <w:rsid w:val="00AA67EA"/>
    <w:rsid w:val="00AA70B0"/>
    <w:rsid w:val="00AA70CC"/>
    <w:rsid w:val="00AA79FE"/>
    <w:rsid w:val="00AB03FA"/>
    <w:rsid w:val="00AB17AE"/>
    <w:rsid w:val="00AB34A5"/>
    <w:rsid w:val="00AB38BF"/>
    <w:rsid w:val="00AB5260"/>
    <w:rsid w:val="00AB68FD"/>
    <w:rsid w:val="00AC0251"/>
    <w:rsid w:val="00AC07C0"/>
    <w:rsid w:val="00AC6EA9"/>
    <w:rsid w:val="00AC7696"/>
    <w:rsid w:val="00AD40AF"/>
    <w:rsid w:val="00AE4A76"/>
    <w:rsid w:val="00AE6D82"/>
    <w:rsid w:val="00AE7C5A"/>
    <w:rsid w:val="00AF0A64"/>
    <w:rsid w:val="00AF130B"/>
    <w:rsid w:val="00AF2A4A"/>
    <w:rsid w:val="00AF69D1"/>
    <w:rsid w:val="00AF6AAA"/>
    <w:rsid w:val="00B02549"/>
    <w:rsid w:val="00B041EF"/>
    <w:rsid w:val="00B05E03"/>
    <w:rsid w:val="00B07644"/>
    <w:rsid w:val="00B07A31"/>
    <w:rsid w:val="00B10C26"/>
    <w:rsid w:val="00B114F4"/>
    <w:rsid w:val="00B12096"/>
    <w:rsid w:val="00B15666"/>
    <w:rsid w:val="00B16AA2"/>
    <w:rsid w:val="00B209EF"/>
    <w:rsid w:val="00B221A0"/>
    <w:rsid w:val="00B2237C"/>
    <w:rsid w:val="00B230D1"/>
    <w:rsid w:val="00B2396B"/>
    <w:rsid w:val="00B2621B"/>
    <w:rsid w:val="00B314A1"/>
    <w:rsid w:val="00B31A57"/>
    <w:rsid w:val="00B33AC6"/>
    <w:rsid w:val="00B33F2D"/>
    <w:rsid w:val="00B36A7F"/>
    <w:rsid w:val="00B37BE4"/>
    <w:rsid w:val="00B42A7D"/>
    <w:rsid w:val="00B42CBD"/>
    <w:rsid w:val="00B45144"/>
    <w:rsid w:val="00B45FC2"/>
    <w:rsid w:val="00B50957"/>
    <w:rsid w:val="00B51A02"/>
    <w:rsid w:val="00B526A7"/>
    <w:rsid w:val="00B55A80"/>
    <w:rsid w:val="00B61E46"/>
    <w:rsid w:val="00B65F24"/>
    <w:rsid w:val="00B664D7"/>
    <w:rsid w:val="00B71B63"/>
    <w:rsid w:val="00B73177"/>
    <w:rsid w:val="00B73679"/>
    <w:rsid w:val="00B746DD"/>
    <w:rsid w:val="00B750F1"/>
    <w:rsid w:val="00B854F2"/>
    <w:rsid w:val="00B86485"/>
    <w:rsid w:val="00B906DC"/>
    <w:rsid w:val="00B9126A"/>
    <w:rsid w:val="00B9405A"/>
    <w:rsid w:val="00B964B5"/>
    <w:rsid w:val="00B97115"/>
    <w:rsid w:val="00BA0824"/>
    <w:rsid w:val="00BB0686"/>
    <w:rsid w:val="00BB266D"/>
    <w:rsid w:val="00BB34A4"/>
    <w:rsid w:val="00BC264D"/>
    <w:rsid w:val="00BC282D"/>
    <w:rsid w:val="00BC2C8A"/>
    <w:rsid w:val="00BC58EE"/>
    <w:rsid w:val="00BC7FD0"/>
    <w:rsid w:val="00BD43FB"/>
    <w:rsid w:val="00BD48DD"/>
    <w:rsid w:val="00BD5484"/>
    <w:rsid w:val="00BD76FF"/>
    <w:rsid w:val="00BE36A4"/>
    <w:rsid w:val="00BE590B"/>
    <w:rsid w:val="00BE5B57"/>
    <w:rsid w:val="00BE5DE2"/>
    <w:rsid w:val="00BE5F65"/>
    <w:rsid w:val="00BF1012"/>
    <w:rsid w:val="00BF1B4D"/>
    <w:rsid w:val="00BF34C3"/>
    <w:rsid w:val="00BF5B5E"/>
    <w:rsid w:val="00BF6AF9"/>
    <w:rsid w:val="00C12419"/>
    <w:rsid w:val="00C12B77"/>
    <w:rsid w:val="00C136F3"/>
    <w:rsid w:val="00C1386D"/>
    <w:rsid w:val="00C13E6A"/>
    <w:rsid w:val="00C1544C"/>
    <w:rsid w:val="00C20B81"/>
    <w:rsid w:val="00C21284"/>
    <w:rsid w:val="00C2505C"/>
    <w:rsid w:val="00C260AB"/>
    <w:rsid w:val="00C26998"/>
    <w:rsid w:val="00C31F29"/>
    <w:rsid w:val="00C330A7"/>
    <w:rsid w:val="00C3553A"/>
    <w:rsid w:val="00C36051"/>
    <w:rsid w:val="00C36A21"/>
    <w:rsid w:val="00C41490"/>
    <w:rsid w:val="00C419A3"/>
    <w:rsid w:val="00C41BBD"/>
    <w:rsid w:val="00C44C02"/>
    <w:rsid w:val="00C46927"/>
    <w:rsid w:val="00C4698D"/>
    <w:rsid w:val="00C46BB4"/>
    <w:rsid w:val="00C509AC"/>
    <w:rsid w:val="00C51600"/>
    <w:rsid w:val="00C52472"/>
    <w:rsid w:val="00C560AB"/>
    <w:rsid w:val="00C56706"/>
    <w:rsid w:val="00C570F8"/>
    <w:rsid w:val="00C57716"/>
    <w:rsid w:val="00C60662"/>
    <w:rsid w:val="00C60750"/>
    <w:rsid w:val="00C60FCB"/>
    <w:rsid w:val="00C6734E"/>
    <w:rsid w:val="00C7344F"/>
    <w:rsid w:val="00C8084A"/>
    <w:rsid w:val="00C84689"/>
    <w:rsid w:val="00C872CD"/>
    <w:rsid w:val="00C87E7F"/>
    <w:rsid w:val="00C921F8"/>
    <w:rsid w:val="00C95160"/>
    <w:rsid w:val="00C96B7A"/>
    <w:rsid w:val="00CA41E1"/>
    <w:rsid w:val="00CA4D72"/>
    <w:rsid w:val="00CA502F"/>
    <w:rsid w:val="00CB1F75"/>
    <w:rsid w:val="00CB2515"/>
    <w:rsid w:val="00CB52A2"/>
    <w:rsid w:val="00CC145A"/>
    <w:rsid w:val="00CC1C1F"/>
    <w:rsid w:val="00CC5D35"/>
    <w:rsid w:val="00CC7A64"/>
    <w:rsid w:val="00CD211B"/>
    <w:rsid w:val="00CD3C20"/>
    <w:rsid w:val="00CD4384"/>
    <w:rsid w:val="00CD6B74"/>
    <w:rsid w:val="00CD7435"/>
    <w:rsid w:val="00CE43DB"/>
    <w:rsid w:val="00CE54D6"/>
    <w:rsid w:val="00CE6C10"/>
    <w:rsid w:val="00CF11FA"/>
    <w:rsid w:val="00CF2D04"/>
    <w:rsid w:val="00CF355D"/>
    <w:rsid w:val="00CF4594"/>
    <w:rsid w:val="00CF788F"/>
    <w:rsid w:val="00CF7EA8"/>
    <w:rsid w:val="00D0075E"/>
    <w:rsid w:val="00D02985"/>
    <w:rsid w:val="00D03CDA"/>
    <w:rsid w:val="00D04A7E"/>
    <w:rsid w:val="00D056A0"/>
    <w:rsid w:val="00D1007A"/>
    <w:rsid w:val="00D100AD"/>
    <w:rsid w:val="00D11976"/>
    <w:rsid w:val="00D133FF"/>
    <w:rsid w:val="00D13855"/>
    <w:rsid w:val="00D14FBE"/>
    <w:rsid w:val="00D22195"/>
    <w:rsid w:val="00D2564B"/>
    <w:rsid w:val="00D25AE1"/>
    <w:rsid w:val="00D26046"/>
    <w:rsid w:val="00D322C6"/>
    <w:rsid w:val="00D36B1A"/>
    <w:rsid w:val="00D408B4"/>
    <w:rsid w:val="00D431A1"/>
    <w:rsid w:val="00D443F8"/>
    <w:rsid w:val="00D4614A"/>
    <w:rsid w:val="00D532BD"/>
    <w:rsid w:val="00D62484"/>
    <w:rsid w:val="00D714E6"/>
    <w:rsid w:val="00D722E9"/>
    <w:rsid w:val="00D7447E"/>
    <w:rsid w:val="00D74A55"/>
    <w:rsid w:val="00D761D3"/>
    <w:rsid w:val="00D76957"/>
    <w:rsid w:val="00D77C15"/>
    <w:rsid w:val="00D80682"/>
    <w:rsid w:val="00D80D84"/>
    <w:rsid w:val="00D80E54"/>
    <w:rsid w:val="00D81C76"/>
    <w:rsid w:val="00D82D84"/>
    <w:rsid w:val="00D8595D"/>
    <w:rsid w:val="00D85A45"/>
    <w:rsid w:val="00D87016"/>
    <w:rsid w:val="00D8746E"/>
    <w:rsid w:val="00D90E19"/>
    <w:rsid w:val="00D94E62"/>
    <w:rsid w:val="00D95501"/>
    <w:rsid w:val="00DA3951"/>
    <w:rsid w:val="00DA4948"/>
    <w:rsid w:val="00DA5FC0"/>
    <w:rsid w:val="00DA672A"/>
    <w:rsid w:val="00DA79FE"/>
    <w:rsid w:val="00DB060A"/>
    <w:rsid w:val="00DB0F91"/>
    <w:rsid w:val="00DB59D8"/>
    <w:rsid w:val="00DB78B9"/>
    <w:rsid w:val="00DC1597"/>
    <w:rsid w:val="00DC3460"/>
    <w:rsid w:val="00DC61ED"/>
    <w:rsid w:val="00DC7F0A"/>
    <w:rsid w:val="00DD00F1"/>
    <w:rsid w:val="00DD29BE"/>
    <w:rsid w:val="00DD4604"/>
    <w:rsid w:val="00DD4769"/>
    <w:rsid w:val="00DD5F6C"/>
    <w:rsid w:val="00DE0B30"/>
    <w:rsid w:val="00DE1A31"/>
    <w:rsid w:val="00DE1DB6"/>
    <w:rsid w:val="00DE2907"/>
    <w:rsid w:val="00DE70F7"/>
    <w:rsid w:val="00DF02D3"/>
    <w:rsid w:val="00DF0AF1"/>
    <w:rsid w:val="00DF0F43"/>
    <w:rsid w:val="00DF17A1"/>
    <w:rsid w:val="00DF1931"/>
    <w:rsid w:val="00DF22EE"/>
    <w:rsid w:val="00DF2DA4"/>
    <w:rsid w:val="00DF2E56"/>
    <w:rsid w:val="00DF624C"/>
    <w:rsid w:val="00DF73EF"/>
    <w:rsid w:val="00DF77E0"/>
    <w:rsid w:val="00E02D7C"/>
    <w:rsid w:val="00E02D83"/>
    <w:rsid w:val="00E04299"/>
    <w:rsid w:val="00E12207"/>
    <w:rsid w:val="00E12963"/>
    <w:rsid w:val="00E137DC"/>
    <w:rsid w:val="00E13DE5"/>
    <w:rsid w:val="00E14B78"/>
    <w:rsid w:val="00E17434"/>
    <w:rsid w:val="00E17664"/>
    <w:rsid w:val="00E20AC3"/>
    <w:rsid w:val="00E2436E"/>
    <w:rsid w:val="00E2511B"/>
    <w:rsid w:val="00E27448"/>
    <w:rsid w:val="00E27D24"/>
    <w:rsid w:val="00E310A5"/>
    <w:rsid w:val="00E3110F"/>
    <w:rsid w:val="00E31386"/>
    <w:rsid w:val="00E33B41"/>
    <w:rsid w:val="00E37A82"/>
    <w:rsid w:val="00E40EA1"/>
    <w:rsid w:val="00E40EF7"/>
    <w:rsid w:val="00E4333C"/>
    <w:rsid w:val="00E4410A"/>
    <w:rsid w:val="00E45986"/>
    <w:rsid w:val="00E4644C"/>
    <w:rsid w:val="00E514CB"/>
    <w:rsid w:val="00E530FD"/>
    <w:rsid w:val="00E55037"/>
    <w:rsid w:val="00E60809"/>
    <w:rsid w:val="00E60876"/>
    <w:rsid w:val="00E656D3"/>
    <w:rsid w:val="00E65CF5"/>
    <w:rsid w:val="00E66601"/>
    <w:rsid w:val="00E70AF8"/>
    <w:rsid w:val="00E72BAB"/>
    <w:rsid w:val="00E73B8E"/>
    <w:rsid w:val="00E7719C"/>
    <w:rsid w:val="00E77BB7"/>
    <w:rsid w:val="00E77E70"/>
    <w:rsid w:val="00E815AE"/>
    <w:rsid w:val="00E937D3"/>
    <w:rsid w:val="00E96B0A"/>
    <w:rsid w:val="00EA01D8"/>
    <w:rsid w:val="00EA1D18"/>
    <w:rsid w:val="00EA2419"/>
    <w:rsid w:val="00EA3268"/>
    <w:rsid w:val="00EA5321"/>
    <w:rsid w:val="00EA55F7"/>
    <w:rsid w:val="00EB4064"/>
    <w:rsid w:val="00EB4C90"/>
    <w:rsid w:val="00EC0186"/>
    <w:rsid w:val="00EC0F00"/>
    <w:rsid w:val="00EC1003"/>
    <w:rsid w:val="00EC247A"/>
    <w:rsid w:val="00EC3D0D"/>
    <w:rsid w:val="00EC3DEE"/>
    <w:rsid w:val="00EC57C0"/>
    <w:rsid w:val="00EC793A"/>
    <w:rsid w:val="00EC7AA1"/>
    <w:rsid w:val="00ED3410"/>
    <w:rsid w:val="00ED5607"/>
    <w:rsid w:val="00ED6942"/>
    <w:rsid w:val="00ED78C8"/>
    <w:rsid w:val="00EE256A"/>
    <w:rsid w:val="00EE2909"/>
    <w:rsid w:val="00EF00FA"/>
    <w:rsid w:val="00EF0177"/>
    <w:rsid w:val="00EF40FD"/>
    <w:rsid w:val="00F003DD"/>
    <w:rsid w:val="00F0090F"/>
    <w:rsid w:val="00F052E7"/>
    <w:rsid w:val="00F14E3A"/>
    <w:rsid w:val="00F150F6"/>
    <w:rsid w:val="00F2093E"/>
    <w:rsid w:val="00F21408"/>
    <w:rsid w:val="00F21662"/>
    <w:rsid w:val="00F2168D"/>
    <w:rsid w:val="00F22784"/>
    <w:rsid w:val="00F230E2"/>
    <w:rsid w:val="00F25055"/>
    <w:rsid w:val="00F330A3"/>
    <w:rsid w:val="00F35287"/>
    <w:rsid w:val="00F37C77"/>
    <w:rsid w:val="00F40F49"/>
    <w:rsid w:val="00F410D9"/>
    <w:rsid w:val="00F42634"/>
    <w:rsid w:val="00F46C9E"/>
    <w:rsid w:val="00F506A8"/>
    <w:rsid w:val="00F53294"/>
    <w:rsid w:val="00F53FBC"/>
    <w:rsid w:val="00F601C5"/>
    <w:rsid w:val="00F618C0"/>
    <w:rsid w:val="00F61CFD"/>
    <w:rsid w:val="00F633E7"/>
    <w:rsid w:val="00F634CA"/>
    <w:rsid w:val="00F63BDD"/>
    <w:rsid w:val="00F660B1"/>
    <w:rsid w:val="00F6719D"/>
    <w:rsid w:val="00F749C7"/>
    <w:rsid w:val="00F8397E"/>
    <w:rsid w:val="00F83E90"/>
    <w:rsid w:val="00F84450"/>
    <w:rsid w:val="00F84810"/>
    <w:rsid w:val="00F9172C"/>
    <w:rsid w:val="00F9178E"/>
    <w:rsid w:val="00F9623F"/>
    <w:rsid w:val="00FA2684"/>
    <w:rsid w:val="00FA3E12"/>
    <w:rsid w:val="00FB2392"/>
    <w:rsid w:val="00FB5621"/>
    <w:rsid w:val="00FB7B06"/>
    <w:rsid w:val="00FC2FE6"/>
    <w:rsid w:val="00FD27E7"/>
    <w:rsid w:val="00FD3A6F"/>
    <w:rsid w:val="00FD66F9"/>
    <w:rsid w:val="00FD6E5E"/>
    <w:rsid w:val="00FD7E7C"/>
    <w:rsid w:val="00FE0A9F"/>
    <w:rsid w:val="00FE20C2"/>
    <w:rsid w:val="00FE28C2"/>
    <w:rsid w:val="00FE3FCA"/>
    <w:rsid w:val="00FE557F"/>
    <w:rsid w:val="00FE6017"/>
    <w:rsid w:val="00FE655E"/>
    <w:rsid w:val="00FF035A"/>
    <w:rsid w:val="00FF0F62"/>
    <w:rsid w:val="00FF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D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405A"/>
    <w:pPr>
      <w:ind w:left="720"/>
      <w:contextualSpacing/>
    </w:pPr>
  </w:style>
  <w:style w:type="character" w:customStyle="1" w:styleId="hps">
    <w:name w:val="hps"/>
    <w:uiPriority w:val="99"/>
    <w:rsid w:val="00B9405A"/>
  </w:style>
  <w:style w:type="paragraph" w:styleId="BalloonText">
    <w:name w:val="Balloon Text"/>
    <w:basedOn w:val="Normal"/>
    <w:link w:val="BalloonTextChar"/>
    <w:uiPriority w:val="99"/>
    <w:semiHidden/>
    <w:rsid w:val="00671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EC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1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526</TotalTime>
  <Pages>4</Pages>
  <Words>1248</Words>
  <Characters>7116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Скорый Андрей Михайлович</cp:lastModifiedBy>
  <cp:revision>28</cp:revision>
  <cp:lastPrinted>2016-08-04T08:00:00Z</cp:lastPrinted>
  <dcterms:created xsi:type="dcterms:W3CDTF">2016-08-02T11:40:00Z</dcterms:created>
  <dcterms:modified xsi:type="dcterms:W3CDTF">2016-08-12T11:47:00Z</dcterms:modified>
</cp:coreProperties>
</file>