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45pt;width:41.2pt;height:53.6pt;z-index:251658240;visibility:visible">
            <v:imagedata r:id="rId7" o:title=""/>
            <w10:wrap type="square"/>
          </v:shape>
        </w:pic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5A5199" w:rsidRDefault="001364B9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5A5199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27.02.2019</w:t>
      </w:r>
      <w:r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ab/>
      </w:r>
      <w:r w:rsidRPr="008E57A6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Pr="008E57A6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Pr="008E57A6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</w:t>
      </w:r>
      <w:r w:rsidRPr="008E57A6">
        <w:rPr>
          <w:rFonts w:ascii="Times New Roman" w:hAnsi="Times New Roman"/>
          <w:sz w:val="28"/>
          <w:szCs w:val="28"/>
          <w:lang w:val="uk-UA"/>
        </w:rPr>
        <w:t>м</w:t>
      </w:r>
      <w:r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Pr="005A5199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</w:t>
      </w:r>
      <w:r w:rsidRPr="005A5199"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r w:rsidRPr="005A5199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44/агд</w:t>
      </w:r>
      <w:r w:rsidRPr="005A5199"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  <w:bookmarkStart w:id="0" w:name="_GoBack"/>
      <w:bookmarkEnd w:id="0"/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Heading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Heading1Char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Heading1Char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Heading1Char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Heading1Char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Heading1Char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КПКВКМБ 0611010 «Надання дошкільної освіти»;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КПКВКМБ 0611020 «Надання загальної середньої освіти загальноосвітні</w:t>
      </w:r>
      <w:r>
        <w:rPr>
          <w:rFonts w:ascii="Times New Roman" w:hAnsi="Times New Roman"/>
          <w:sz w:val="28"/>
          <w:szCs w:val="28"/>
          <w:lang w:val="uk-UA"/>
        </w:rPr>
        <w:t xml:space="preserve">ми навчальними закладами (в т. </w:t>
      </w:r>
      <w:r w:rsidRPr="00963901">
        <w:rPr>
          <w:rFonts w:ascii="Times New Roman" w:hAnsi="Times New Roman"/>
          <w:sz w:val="28"/>
          <w:szCs w:val="28"/>
          <w:lang w:val="uk-UA"/>
        </w:rPr>
        <w:t>ч. школою-дитячим садком, інтернатом при школі), спеціалізованими школами, ліцеями, гімназіями, колегіумами»,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КПКВКМБ 0611090 «Надання позашкільної освіти позашкільними закладами освіти, заходи із позашкільної роботи з дітьми».</w:t>
      </w:r>
    </w:p>
    <w:p w:rsidR="001364B9" w:rsidRDefault="001364B9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ab/>
        <w:t>2. Координацію роботи та контроль щодо виконання цього наказу покласти на головного бухгалтера відділу ос</w:t>
      </w:r>
      <w:r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Pr="00963901">
        <w:rPr>
          <w:rFonts w:ascii="Times New Roman" w:hAnsi="Times New Roman"/>
          <w:sz w:val="28"/>
          <w:szCs w:val="28"/>
          <w:lang w:val="uk-UA"/>
        </w:rPr>
        <w:t>Скуржинську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Pr="00963901" w:rsidRDefault="001364B9" w:rsidP="00963901">
      <w:pPr>
        <w:pStyle w:val="NoSpacing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364B9" w:rsidRPr="00963901" w:rsidRDefault="001364B9" w:rsidP="00963901">
      <w:pPr>
        <w:pStyle w:val="NoSpacing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364B9" w:rsidRDefault="001364B9" w:rsidP="00963901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1364B9" w:rsidP="00963901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Начальник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Т. ХУДОБА</w:t>
      </w:r>
    </w:p>
    <w:sectPr w:rsidR="001364B9" w:rsidRPr="00963901" w:rsidSect="003F4F88">
      <w:headerReference w:type="even" r:id="rId8"/>
      <w:headerReference w:type="default" r:id="rId9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4B9" w:rsidRDefault="001364B9">
      <w:r>
        <w:separator/>
      </w:r>
    </w:p>
  </w:endnote>
  <w:endnote w:type="continuationSeparator" w:id="0">
    <w:p w:rsidR="001364B9" w:rsidRDefault="00136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4B9" w:rsidRDefault="001364B9">
      <w:r>
        <w:separator/>
      </w:r>
    </w:p>
  </w:footnote>
  <w:footnote w:type="continuationSeparator" w:id="0">
    <w:p w:rsidR="001364B9" w:rsidRDefault="001364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4B9" w:rsidRDefault="001364B9" w:rsidP="00BE03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364B9" w:rsidRDefault="001364B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4B9" w:rsidRDefault="001364B9" w:rsidP="00BE03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364B9" w:rsidRDefault="001364B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E61"/>
    <w:rsid w:val="0001040D"/>
    <w:rsid w:val="00062713"/>
    <w:rsid w:val="000711C2"/>
    <w:rsid w:val="000D048A"/>
    <w:rsid w:val="00102E61"/>
    <w:rsid w:val="001364B9"/>
    <w:rsid w:val="00152D47"/>
    <w:rsid w:val="00187DC9"/>
    <w:rsid w:val="002F03C6"/>
    <w:rsid w:val="00381534"/>
    <w:rsid w:val="003C76AA"/>
    <w:rsid w:val="003F37A4"/>
    <w:rsid w:val="003F4F88"/>
    <w:rsid w:val="004052EC"/>
    <w:rsid w:val="00495EC7"/>
    <w:rsid w:val="004A7BCD"/>
    <w:rsid w:val="004B3E07"/>
    <w:rsid w:val="005553DD"/>
    <w:rsid w:val="00570AFE"/>
    <w:rsid w:val="005A5199"/>
    <w:rsid w:val="005C36B3"/>
    <w:rsid w:val="005D1DEB"/>
    <w:rsid w:val="005D7BCF"/>
    <w:rsid w:val="00606D2D"/>
    <w:rsid w:val="006330BA"/>
    <w:rsid w:val="00685E27"/>
    <w:rsid w:val="006C2EC7"/>
    <w:rsid w:val="006E46A8"/>
    <w:rsid w:val="00700496"/>
    <w:rsid w:val="007034FE"/>
    <w:rsid w:val="00746C20"/>
    <w:rsid w:val="00780C53"/>
    <w:rsid w:val="007F5799"/>
    <w:rsid w:val="00844D26"/>
    <w:rsid w:val="00855096"/>
    <w:rsid w:val="00867DD2"/>
    <w:rsid w:val="00876E1D"/>
    <w:rsid w:val="008B6218"/>
    <w:rsid w:val="008E0EB3"/>
    <w:rsid w:val="008E57A6"/>
    <w:rsid w:val="00901116"/>
    <w:rsid w:val="009462E3"/>
    <w:rsid w:val="00963901"/>
    <w:rsid w:val="00984A57"/>
    <w:rsid w:val="00991E2B"/>
    <w:rsid w:val="00A03BB2"/>
    <w:rsid w:val="00A30ED6"/>
    <w:rsid w:val="00A33FD0"/>
    <w:rsid w:val="00A65C60"/>
    <w:rsid w:val="00A80F9A"/>
    <w:rsid w:val="00AB2C5A"/>
    <w:rsid w:val="00B018CD"/>
    <w:rsid w:val="00B605E3"/>
    <w:rsid w:val="00B81B74"/>
    <w:rsid w:val="00B932D0"/>
    <w:rsid w:val="00BE03B0"/>
    <w:rsid w:val="00BE0F9A"/>
    <w:rsid w:val="00C1784A"/>
    <w:rsid w:val="00C31266"/>
    <w:rsid w:val="00C4283D"/>
    <w:rsid w:val="00CA5465"/>
    <w:rsid w:val="00CA72F1"/>
    <w:rsid w:val="00CD54C9"/>
    <w:rsid w:val="00D53151"/>
    <w:rsid w:val="00D71D46"/>
    <w:rsid w:val="00D8305B"/>
    <w:rsid w:val="00E14937"/>
    <w:rsid w:val="00EB680D"/>
    <w:rsid w:val="00F143BF"/>
    <w:rsid w:val="00F35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F9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Heading2">
    <w:name w:val="heading 2"/>
    <w:basedOn w:val="Normal"/>
    <w:link w:val="Heading2Char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C36B3"/>
    <w:rPr>
      <w:rFonts w:ascii="Calibri Light" w:hAnsi="Calibri Light" w:cs="Times New Roman"/>
      <w:color w:val="2E74B5"/>
      <w:sz w:val="26"/>
      <w:szCs w:val="26"/>
      <w:lang/>
    </w:rPr>
  </w:style>
  <w:style w:type="paragraph" w:styleId="ListParagraph">
    <w:name w:val="List Paragraph"/>
    <w:basedOn w:val="Normal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BodyText">
    <w:name w:val="Body Text"/>
    <w:basedOn w:val="Normal"/>
    <w:link w:val="BodyTextChar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Emphasis">
    <w:name w:val="Emphasis"/>
    <w:basedOn w:val="DefaultParagraphFont"/>
    <w:uiPriority w:val="99"/>
    <w:qFormat/>
    <w:rsid w:val="00B018CD"/>
    <w:rPr>
      <w:rFonts w:cs="Times New Roman"/>
      <w:i/>
      <w:iCs/>
    </w:rPr>
  </w:style>
  <w:style w:type="paragraph" w:styleId="NoSpacing">
    <w:name w:val="No Spacing"/>
    <w:uiPriority w:val="99"/>
    <w:qFormat/>
    <w:rsid w:val="00C4283D"/>
  </w:style>
  <w:style w:type="paragraph" w:styleId="Header">
    <w:name w:val="header"/>
    <w:basedOn w:val="Normal"/>
    <w:link w:val="HeaderChar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B2C5A"/>
    <w:rPr>
      <w:rFonts w:cs="Times New Roman"/>
    </w:rPr>
  </w:style>
  <w:style w:type="character" w:styleId="PageNumber">
    <w:name w:val="page number"/>
    <w:basedOn w:val="DefaultParagraphFont"/>
    <w:uiPriority w:val="99"/>
    <w:rsid w:val="003F4F8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123</TotalTime>
  <Pages>1</Pages>
  <Words>232</Words>
  <Characters>1327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18</cp:revision>
  <cp:lastPrinted>2019-02-22T07:20:00Z</cp:lastPrinted>
  <dcterms:created xsi:type="dcterms:W3CDTF">2019-02-20T13:12:00Z</dcterms:created>
  <dcterms:modified xsi:type="dcterms:W3CDTF">2019-02-27T11:09:00Z</dcterms:modified>
</cp:coreProperties>
</file>