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FE" w:rsidRPr="00062713" w:rsidRDefault="00C464F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C464FE" w:rsidRPr="00062713" w:rsidRDefault="00C464F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C464FE" w:rsidRPr="00062713" w:rsidRDefault="00C464F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64FE" w:rsidRPr="00062713" w:rsidRDefault="00C464F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C464FE" w:rsidRPr="00062713" w:rsidRDefault="00C464F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64FE" w:rsidRPr="005A5199" w:rsidRDefault="00C464F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A900D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26.03.2019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A900D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78/агд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bookmarkStart w:id="0" w:name="_GoBack"/>
      <w:bookmarkEnd w:id="0"/>
    </w:p>
    <w:p w:rsidR="00C464FE" w:rsidRDefault="00C464FE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C464FE" w:rsidRPr="005A5199" w:rsidRDefault="00C464FE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C464FE" w:rsidRPr="00963901" w:rsidRDefault="00C464FE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C464FE" w:rsidRPr="00963901" w:rsidRDefault="00C464FE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C464FE" w:rsidRDefault="00C464FE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C464FE" w:rsidRPr="00963901" w:rsidRDefault="00C464FE" w:rsidP="00963901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C464FE" w:rsidRPr="006330BA" w:rsidRDefault="00C464FE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0611010 «Надання дошкільної освіти»;</w:t>
      </w:r>
    </w:p>
    <w:p w:rsidR="00C464FE" w:rsidRPr="00963901" w:rsidRDefault="00C464FE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</w:t>
      </w:r>
      <w:r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C464FE" w:rsidRDefault="00C464FE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FE" w:rsidRPr="00963901" w:rsidRDefault="00C464FE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C464FE" w:rsidRPr="00963901" w:rsidRDefault="00C464FE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C464FE" w:rsidRPr="00963901" w:rsidRDefault="00C464FE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C464FE" w:rsidRPr="00963901" w:rsidRDefault="00C464FE" w:rsidP="00963901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64FE" w:rsidRDefault="00C464FE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464FE" w:rsidRPr="00963901" w:rsidRDefault="00C464FE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>С. НЄСТРЄРОВА</w:t>
      </w:r>
    </w:p>
    <w:sectPr w:rsidR="00C464FE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4FE" w:rsidRDefault="00C464FE">
      <w:r>
        <w:separator/>
      </w:r>
    </w:p>
  </w:endnote>
  <w:endnote w:type="continuationSeparator" w:id="0">
    <w:p w:rsidR="00C464FE" w:rsidRDefault="00C46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4FE" w:rsidRDefault="00C464FE">
      <w:r>
        <w:separator/>
      </w:r>
    </w:p>
  </w:footnote>
  <w:footnote w:type="continuationSeparator" w:id="0">
    <w:p w:rsidR="00C464FE" w:rsidRDefault="00C46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4FE" w:rsidRDefault="00C464FE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64FE" w:rsidRDefault="00C464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4FE" w:rsidRDefault="00C464FE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464FE" w:rsidRDefault="00C464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606D2D"/>
    <w:rsid w:val="006330BA"/>
    <w:rsid w:val="00657A27"/>
    <w:rsid w:val="00657E9A"/>
    <w:rsid w:val="00675C4F"/>
    <w:rsid w:val="00680A37"/>
    <w:rsid w:val="00685E27"/>
    <w:rsid w:val="006C2EC7"/>
    <w:rsid w:val="006E3582"/>
    <w:rsid w:val="006E46A8"/>
    <w:rsid w:val="00700496"/>
    <w:rsid w:val="007034FE"/>
    <w:rsid w:val="00746C20"/>
    <w:rsid w:val="00780C53"/>
    <w:rsid w:val="007D51C0"/>
    <w:rsid w:val="007F5799"/>
    <w:rsid w:val="00844D26"/>
    <w:rsid w:val="008521F4"/>
    <w:rsid w:val="00855096"/>
    <w:rsid w:val="00867DD2"/>
    <w:rsid w:val="00876E1D"/>
    <w:rsid w:val="008B6218"/>
    <w:rsid w:val="008E0EB3"/>
    <w:rsid w:val="008E57A6"/>
    <w:rsid w:val="00901116"/>
    <w:rsid w:val="009462E3"/>
    <w:rsid w:val="00963901"/>
    <w:rsid w:val="009803E7"/>
    <w:rsid w:val="00984A57"/>
    <w:rsid w:val="00991E2B"/>
    <w:rsid w:val="009E0888"/>
    <w:rsid w:val="00A03BB2"/>
    <w:rsid w:val="00A30ED6"/>
    <w:rsid w:val="00A33FD0"/>
    <w:rsid w:val="00A65C60"/>
    <w:rsid w:val="00A80F9A"/>
    <w:rsid w:val="00A900D9"/>
    <w:rsid w:val="00AB2C5A"/>
    <w:rsid w:val="00B018CD"/>
    <w:rsid w:val="00B605E3"/>
    <w:rsid w:val="00B7363F"/>
    <w:rsid w:val="00B81B74"/>
    <w:rsid w:val="00B932D0"/>
    <w:rsid w:val="00BE03B0"/>
    <w:rsid w:val="00BE0F9A"/>
    <w:rsid w:val="00C1784A"/>
    <w:rsid w:val="00C31266"/>
    <w:rsid w:val="00C4283D"/>
    <w:rsid w:val="00C464FE"/>
    <w:rsid w:val="00CA5465"/>
    <w:rsid w:val="00CA72F1"/>
    <w:rsid w:val="00CD54C9"/>
    <w:rsid w:val="00D53151"/>
    <w:rsid w:val="00D622A5"/>
    <w:rsid w:val="00D71D46"/>
    <w:rsid w:val="00D8305B"/>
    <w:rsid w:val="00E14937"/>
    <w:rsid w:val="00E6540D"/>
    <w:rsid w:val="00EB680D"/>
    <w:rsid w:val="00EC63CD"/>
    <w:rsid w:val="00F143BF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216</Words>
  <Characters>1236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8</cp:revision>
  <cp:lastPrinted>2019-03-26T06:38:00Z</cp:lastPrinted>
  <dcterms:created xsi:type="dcterms:W3CDTF">2019-03-25T14:47:00Z</dcterms:created>
  <dcterms:modified xsi:type="dcterms:W3CDTF">2019-03-26T14:30:00Z</dcterms:modified>
</cp:coreProperties>
</file>