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695" w:rsidRPr="00062713" w:rsidRDefault="006E3695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6E3695" w:rsidRPr="00062713" w:rsidRDefault="006E3695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6E3695" w:rsidRPr="00062713" w:rsidRDefault="006E3695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E3695" w:rsidRPr="00062713" w:rsidRDefault="006E3695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6E3695" w:rsidRPr="00062713" w:rsidRDefault="006E3695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E3695" w:rsidRPr="005A5199" w:rsidRDefault="006E3695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B26DD7">
        <w:rPr>
          <w:rFonts w:ascii="Times New Roman" w:hAnsi="Times New Roman"/>
          <w:color w:val="000000"/>
          <w:sz w:val="28"/>
          <w:szCs w:val="28"/>
          <w:lang w:val="uk-UA"/>
        </w:rPr>
        <w:t>31.07.2019</w:t>
      </w:r>
      <w:r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</w:t>
      </w:r>
      <w:r w:rsidRPr="008E57A6">
        <w:rPr>
          <w:rFonts w:ascii="Times New Roman" w:hAnsi="Times New Roman"/>
          <w:sz w:val="28"/>
          <w:szCs w:val="28"/>
          <w:lang w:val="uk-UA"/>
        </w:rPr>
        <w:t>м</w:t>
      </w:r>
      <w:r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</w:t>
      </w:r>
      <w:r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168/агд</w:t>
      </w:r>
    </w:p>
    <w:p w:rsidR="006E3695" w:rsidRDefault="006E3695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6E3695" w:rsidRPr="005A5199" w:rsidRDefault="006E3695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6E3695" w:rsidRPr="00963901" w:rsidRDefault="006E3695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6E3695" w:rsidRPr="00963901" w:rsidRDefault="006E3695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6E3695" w:rsidRDefault="006E3695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6E3695" w:rsidRPr="00963901" w:rsidRDefault="006E3695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6E3695" w:rsidRPr="00963901" w:rsidRDefault="006E3695" w:rsidP="00963901">
      <w:pPr>
        <w:pStyle w:val="Heading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.09.2014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>за</w:t>
      </w:r>
      <w:r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              </w:t>
      </w:r>
      <w:r w:rsidRPr="00963901">
        <w:rPr>
          <w:rStyle w:val="Heading1Char"/>
          <w:rFonts w:ascii="Times New Roman" w:hAnsi="Times New Roman"/>
          <w:b w:val="0"/>
          <w:color w:val="auto"/>
          <w:sz w:val="28"/>
          <w:szCs w:val="28"/>
          <w:lang w:eastAsia="ru-RU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6E3695" w:rsidRPr="00963901" w:rsidRDefault="006E3695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6E3695" w:rsidRPr="006330BA" w:rsidRDefault="006E3695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6E3695" w:rsidRPr="00963901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6E3695" w:rsidRPr="00963901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Default="006E3695" w:rsidP="00881A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</w:t>
      </w:r>
    </w:p>
    <w:p w:rsidR="006E3695" w:rsidRDefault="006E3695" w:rsidP="00881A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ліцеями, гімназіями, колегіумами»;</w:t>
      </w:r>
    </w:p>
    <w:p w:rsidR="006E3695" w:rsidRDefault="006E3695" w:rsidP="00881A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6E3695" w:rsidRDefault="006E3695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0611170 «Забезпечення діяльності інклюзивно-ресурсних центрів»</w:t>
      </w:r>
    </w:p>
    <w:p w:rsidR="006E3695" w:rsidRDefault="006E3695" w:rsidP="00881A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Pr="00963901" w:rsidRDefault="006E3695" w:rsidP="00881A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Визначити такими, що втратив чинність </w:t>
      </w:r>
      <w:r w:rsidRPr="00963901">
        <w:rPr>
          <w:rFonts w:ascii="Times New Roman" w:hAnsi="Times New Roman"/>
          <w:sz w:val="28"/>
          <w:szCs w:val="28"/>
          <w:lang w:val="uk-UA"/>
        </w:rPr>
        <w:t>паспорт бюджетної програми на 2019 рік</w:t>
      </w:r>
      <w:r>
        <w:rPr>
          <w:rFonts w:ascii="Times New Roman" w:hAnsi="Times New Roman"/>
          <w:sz w:val="28"/>
          <w:szCs w:val="28"/>
          <w:lang w:val="uk-UA"/>
        </w:rPr>
        <w:t xml:space="preserve"> по </w:t>
      </w:r>
      <w:r w:rsidRPr="00881A96">
        <w:rPr>
          <w:rFonts w:ascii="Times New Roman" w:hAnsi="Times New Roman"/>
          <w:sz w:val="28"/>
          <w:szCs w:val="28"/>
          <w:lang w:val="uk-UA"/>
        </w:rPr>
        <w:t>КПКВКМБ 0613112 «Заходи державної політики з питань д</w:t>
      </w:r>
      <w:r>
        <w:rPr>
          <w:rFonts w:ascii="Times New Roman" w:hAnsi="Times New Roman"/>
          <w:sz w:val="28"/>
          <w:szCs w:val="28"/>
          <w:lang w:val="uk-UA"/>
        </w:rPr>
        <w:t xml:space="preserve">ітей та їх соціального захисту», затвердженого  </w:t>
      </w:r>
      <w:r w:rsidRPr="00963901">
        <w:rPr>
          <w:rFonts w:ascii="Times New Roman" w:hAnsi="Times New Roman"/>
          <w:sz w:val="28"/>
          <w:szCs w:val="28"/>
          <w:lang w:val="uk-UA"/>
        </w:rPr>
        <w:t>наказ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відділу освіти Лисичанської міської ради від 20.02.2019 № 40/агд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E3695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Default="006E3695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3695" w:rsidRPr="00963901" w:rsidRDefault="006E3695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3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. Координацію роботи та контроль щодо виконання цього наказу покласти на </w:t>
      </w:r>
      <w:r>
        <w:rPr>
          <w:rFonts w:ascii="Times New Roman" w:hAnsi="Times New Roman"/>
          <w:sz w:val="28"/>
          <w:szCs w:val="28"/>
          <w:lang w:val="uk-UA"/>
        </w:rPr>
        <w:t>головного</w:t>
      </w:r>
      <w:r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>
        <w:rPr>
          <w:rFonts w:ascii="Times New Roman" w:hAnsi="Times New Roman"/>
          <w:sz w:val="28"/>
          <w:szCs w:val="28"/>
          <w:lang w:val="uk-UA"/>
        </w:rPr>
        <w:t>віти Лисичанської міської ради Скуржинську О.П.</w:t>
      </w:r>
    </w:p>
    <w:p w:rsidR="006E3695" w:rsidRPr="00963901" w:rsidRDefault="006E3695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6E3695" w:rsidRPr="00963901" w:rsidRDefault="006E3695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6E3695" w:rsidRDefault="006E3695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E3695" w:rsidRDefault="006E3695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E3695" w:rsidRDefault="006E3695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6E3695" w:rsidRPr="00963901" w:rsidRDefault="006E3695" w:rsidP="00963901">
      <w:pPr>
        <w:pStyle w:val="NoSpacing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Тетяна ХУДОБА</w:t>
      </w:r>
    </w:p>
    <w:sectPr w:rsidR="006E3695" w:rsidRPr="00963901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695" w:rsidRDefault="006E3695">
      <w:r>
        <w:separator/>
      </w:r>
    </w:p>
  </w:endnote>
  <w:endnote w:type="continuationSeparator" w:id="0">
    <w:p w:rsidR="006E3695" w:rsidRDefault="006E3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695" w:rsidRDefault="006E3695">
      <w:r>
        <w:separator/>
      </w:r>
    </w:p>
  </w:footnote>
  <w:footnote w:type="continuationSeparator" w:id="0">
    <w:p w:rsidR="006E3695" w:rsidRDefault="006E3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695" w:rsidRDefault="006E3695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3695" w:rsidRDefault="006E36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695" w:rsidRDefault="006E3695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E3695" w:rsidRDefault="006E36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1040D"/>
    <w:rsid w:val="000373BC"/>
    <w:rsid w:val="00062713"/>
    <w:rsid w:val="000711C2"/>
    <w:rsid w:val="000D048A"/>
    <w:rsid w:val="00102E61"/>
    <w:rsid w:val="001364B9"/>
    <w:rsid w:val="00152D47"/>
    <w:rsid w:val="00187DC9"/>
    <w:rsid w:val="001D26BF"/>
    <w:rsid w:val="0022028E"/>
    <w:rsid w:val="002F03C6"/>
    <w:rsid w:val="00381534"/>
    <w:rsid w:val="003856B5"/>
    <w:rsid w:val="003A00A9"/>
    <w:rsid w:val="003A5640"/>
    <w:rsid w:val="003C76AA"/>
    <w:rsid w:val="003F37A4"/>
    <w:rsid w:val="003F4F88"/>
    <w:rsid w:val="004052EC"/>
    <w:rsid w:val="00495EC7"/>
    <w:rsid w:val="004A7BCD"/>
    <w:rsid w:val="004B3E07"/>
    <w:rsid w:val="005553DD"/>
    <w:rsid w:val="00570AFE"/>
    <w:rsid w:val="005A5199"/>
    <w:rsid w:val="005C36B3"/>
    <w:rsid w:val="005D1DEB"/>
    <w:rsid w:val="005D7BCF"/>
    <w:rsid w:val="005E01C4"/>
    <w:rsid w:val="005F1A8F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3695"/>
    <w:rsid w:val="006E46A8"/>
    <w:rsid w:val="006F7B2B"/>
    <w:rsid w:val="00700496"/>
    <w:rsid w:val="007034FE"/>
    <w:rsid w:val="00734E25"/>
    <w:rsid w:val="00746C20"/>
    <w:rsid w:val="00780C53"/>
    <w:rsid w:val="007F5799"/>
    <w:rsid w:val="007F5FC1"/>
    <w:rsid w:val="00844D26"/>
    <w:rsid w:val="00855096"/>
    <w:rsid w:val="00864EE8"/>
    <w:rsid w:val="00867DD2"/>
    <w:rsid w:val="00871945"/>
    <w:rsid w:val="00876E1D"/>
    <w:rsid w:val="00881A96"/>
    <w:rsid w:val="008B6218"/>
    <w:rsid w:val="008D5A5D"/>
    <w:rsid w:val="008E0EB3"/>
    <w:rsid w:val="008E57A6"/>
    <w:rsid w:val="00901116"/>
    <w:rsid w:val="009462E3"/>
    <w:rsid w:val="00963901"/>
    <w:rsid w:val="00984A57"/>
    <w:rsid w:val="00991E2B"/>
    <w:rsid w:val="009942CD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26DD7"/>
    <w:rsid w:val="00B37342"/>
    <w:rsid w:val="00B375AA"/>
    <w:rsid w:val="00B605E3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A5465"/>
    <w:rsid w:val="00CA72F1"/>
    <w:rsid w:val="00CA742A"/>
    <w:rsid w:val="00CB2CC4"/>
    <w:rsid w:val="00CD54C9"/>
    <w:rsid w:val="00D53151"/>
    <w:rsid w:val="00D55572"/>
    <w:rsid w:val="00D622A5"/>
    <w:rsid w:val="00D71D46"/>
    <w:rsid w:val="00D8305B"/>
    <w:rsid w:val="00D867B3"/>
    <w:rsid w:val="00DA0606"/>
    <w:rsid w:val="00DE2D81"/>
    <w:rsid w:val="00E14937"/>
    <w:rsid w:val="00E6540D"/>
    <w:rsid w:val="00E95060"/>
    <w:rsid w:val="00EB680D"/>
    <w:rsid w:val="00F143BF"/>
    <w:rsid w:val="00F151A7"/>
    <w:rsid w:val="00F35CE1"/>
    <w:rsid w:val="00F4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93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289</Words>
  <Characters>1651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5</cp:revision>
  <cp:lastPrinted>2019-07-30T05:43:00Z</cp:lastPrinted>
  <dcterms:created xsi:type="dcterms:W3CDTF">2019-07-30T05:44:00Z</dcterms:created>
  <dcterms:modified xsi:type="dcterms:W3CDTF">2019-07-31T10:44:00Z</dcterms:modified>
</cp:coreProperties>
</file>