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D90" w:rsidRPr="00062713" w:rsidRDefault="00040D90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040D90" w:rsidRPr="00062713" w:rsidRDefault="00040D90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040D90" w:rsidRPr="00062713" w:rsidRDefault="00040D90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40D90" w:rsidRPr="00062713" w:rsidRDefault="00040D90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040D90" w:rsidRPr="00062713" w:rsidRDefault="00040D90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0D90" w:rsidRPr="005A5199" w:rsidRDefault="00040D90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bookmarkStart w:id="0" w:name="_GoBack"/>
      <w:r w:rsidRPr="00C96E5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09.08.2019</w:t>
      </w:r>
      <w:bookmarkEnd w:id="0"/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ab/>
      </w: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</w:t>
      </w:r>
      <w:r w:rsidRPr="008E57A6">
        <w:rPr>
          <w:rFonts w:ascii="Times New Roman" w:hAnsi="Times New Roman"/>
          <w:sz w:val="28"/>
          <w:szCs w:val="28"/>
          <w:lang w:val="uk-UA"/>
        </w:rPr>
        <w:t>м</w:t>
      </w:r>
      <w:r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173/агд</w:t>
      </w:r>
    </w:p>
    <w:p w:rsidR="00040D90" w:rsidRDefault="00040D90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040D90" w:rsidRPr="005A5199" w:rsidRDefault="00040D90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040D90" w:rsidRPr="00963901" w:rsidRDefault="00040D90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040D90" w:rsidRPr="00963901" w:rsidRDefault="00040D90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040D90" w:rsidRDefault="00040D90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040D90" w:rsidRPr="00963901" w:rsidRDefault="00040D90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040D90" w:rsidRPr="00963901" w:rsidRDefault="00040D90" w:rsidP="00963901">
      <w:pPr>
        <w:pStyle w:val="Heading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.09.2014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за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            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040D90" w:rsidRPr="00963901" w:rsidRDefault="00040D90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040D90" w:rsidRPr="006330BA" w:rsidRDefault="00040D90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040D90" w:rsidRPr="00963901" w:rsidRDefault="00040D90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0D90" w:rsidRPr="00963901" w:rsidRDefault="00040D90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040D90" w:rsidRDefault="00040D90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0D90" w:rsidRDefault="00040D90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040D90" w:rsidRDefault="00040D90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0D90" w:rsidRDefault="00040D90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0D90" w:rsidRPr="00963901" w:rsidRDefault="00040D90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>
        <w:rPr>
          <w:rFonts w:ascii="Times New Roman" w:hAnsi="Times New Roman"/>
          <w:sz w:val="28"/>
          <w:szCs w:val="28"/>
          <w:lang w:val="uk-UA"/>
        </w:rPr>
        <w:t>головного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>віти Лисичанської міської ради Скуржинську О.П.</w:t>
      </w:r>
    </w:p>
    <w:p w:rsidR="00040D90" w:rsidRPr="00963901" w:rsidRDefault="00040D90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040D90" w:rsidRPr="00963901" w:rsidRDefault="00040D90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040D90" w:rsidRDefault="00040D90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40D90" w:rsidRPr="00963901" w:rsidRDefault="00040D90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Заст. 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Світлана НЄСТЄРОВА</w:t>
      </w:r>
    </w:p>
    <w:sectPr w:rsidR="00040D90" w:rsidRPr="00963901" w:rsidSect="003F4F88">
      <w:headerReference w:type="even" r:id="rId8"/>
      <w:headerReference w:type="default" r:id="rId9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D90" w:rsidRDefault="00040D90">
      <w:r>
        <w:separator/>
      </w:r>
    </w:p>
  </w:endnote>
  <w:endnote w:type="continuationSeparator" w:id="0">
    <w:p w:rsidR="00040D90" w:rsidRDefault="00040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D90" w:rsidRDefault="00040D90">
      <w:r>
        <w:separator/>
      </w:r>
    </w:p>
  </w:footnote>
  <w:footnote w:type="continuationSeparator" w:id="0">
    <w:p w:rsidR="00040D90" w:rsidRDefault="00040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90" w:rsidRDefault="00040D90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0D90" w:rsidRDefault="00040D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90" w:rsidRDefault="00040D90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40D90" w:rsidRDefault="00040D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1040D"/>
    <w:rsid w:val="000373BC"/>
    <w:rsid w:val="00040D90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6447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E3DD7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46C20"/>
    <w:rsid w:val="00780C53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1113"/>
    <w:rsid w:val="00A56F17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56731"/>
    <w:rsid w:val="00D622A5"/>
    <w:rsid w:val="00D71D46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link w:val="Heading2Char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194</Words>
  <Characters>1111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6</cp:revision>
  <cp:lastPrinted>2019-08-08T10:37:00Z</cp:lastPrinted>
  <dcterms:created xsi:type="dcterms:W3CDTF">2019-08-08T10:36:00Z</dcterms:created>
  <dcterms:modified xsi:type="dcterms:W3CDTF">2019-08-12T06:15:00Z</dcterms:modified>
</cp:coreProperties>
</file>