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E4" w:rsidRPr="00062713" w:rsidRDefault="00236FE4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236FE4" w:rsidRPr="00062713" w:rsidRDefault="00236FE4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236FE4" w:rsidRPr="00062713" w:rsidRDefault="00236FE4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6FE4" w:rsidRPr="00062713" w:rsidRDefault="00236FE4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236FE4" w:rsidRPr="00062713" w:rsidRDefault="00236FE4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36FE4" w:rsidRPr="00031367" w:rsidRDefault="00236FE4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E759C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30.03.2020</w:t>
      </w:r>
      <w:bookmarkStart w:id="0" w:name="_GoBack"/>
      <w:bookmarkEnd w:id="0"/>
      <w:r w:rsidRPr="00E759CC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</w:t>
      </w:r>
      <w:r w:rsidRPr="008E57A6">
        <w:rPr>
          <w:rFonts w:ascii="Times New Roman" w:hAnsi="Times New Roman"/>
          <w:sz w:val="28"/>
          <w:szCs w:val="28"/>
          <w:lang w:val="uk-UA"/>
        </w:rPr>
        <w:t>м</w:t>
      </w:r>
      <w:r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</w:t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759C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100-агд</w:t>
      </w:r>
    </w:p>
    <w:p w:rsidR="00236FE4" w:rsidRPr="00EC4EC1" w:rsidRDefault="00236FE4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</w:rPr>
      </w:pPr>
    </w:p>
    <w:p w:rsidR="00236FE4" w:rsidRPr="005A5199" w:rsidRDefault="00236FE4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36FE4" w:rsidRPr="00963901" w:rsidRDefault="00236FE4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236FE4" w:rsidRPr="00963901" w:rsidRDefault="00236FE4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236FE4" w:rsidRDefault="00236FE4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236FE4" w:rsidRPr="00963901" w:rsidRDefault="00236FE4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236FE4" w:rsidRPr="001B0DA4" w:rsidRDefault="00236FE4" w:rsidP="001B0DA4">
      <w:pPr>
        <w:pStyle w:val="Heading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.09.2014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за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            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236FE4" w:rsidRPr="006330BA" w:rsidRDefault="00236FE4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236FE4" w:rsidRPr="00963901" w:rsidRDefault="00236FE4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6FE4" w:rsidRPr="00963901" w:rsidRDefault="00236FE4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236FE4" w:rsidRDefault="00236FE4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</w:p>
    <w:p w:rsidR="00236FE4" w:rsidRPr="00963901" w:rsidRDefault="00236FE4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>
        <w:rPr>
          <w:rFonts w:ascii="Times New Roman" w:hAnsi="Times New Roman"/>
          <w:sz w:val="28"/>
          <w:szCs w:val="28"/>
          <w:lang w:val="uk-UA"/>
        </w:rPr>
        <w:t>головного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>віти Лисичанської міської ради Оксану СКУРЖИНСЬКУ.</w:t>
      </w:r>
    </w:p>
    <w:p w:rsidR="00236FE4" w:rsidRPr="00963901" w:rsidRDefault="00236FE4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236FE4" w:rsidRPr="00963901" w:rsidRDefault="00236FE4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236FE4" w:rsidRDefault="00236FE4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36FE4" w:rsidRDefault="00236FE4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36FE4" w:rsidRDefault="00236FE4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36FE4" w:rsidRPr="00963901" w:rsidRDefault="00236FE4" w:rsidP="00D762FF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       Тетяна ХУДОБА         </w:t>
      </w:r>
    </w:p>
    <w:sectPr w:rsidR="00236FE4" w:rsidRPr="00963901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FE4" w:rsidRDefault="00236FE4">
      <w:r>
        <w:separator/>
      </w:r>
    </w:p>
  </w:endnote>
  <w:endnote w:type="continuationSeparator" w:id="0">
    <w:p w:rsidR="00236FE4" w:rsidRDefault="00236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FE4" w:rsidRDefault="00236FE4">
      <w:r>
        <w:separator/>
      </w:r>
    </w:p>
  </w:footnote>
  <w:footnote w:type="continuationSeparator" w:id="0">
    <w:p w:rsidR="00236FE4" w:rsidRDefault="00236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FE4" w:rsidRDefault="00236FE4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6FE4" w:rsidRDefault="00236F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FE4" w:rsidRDefault="00236FE4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36FE4" w:rsidRDefault="00236F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1040D"/>
    <w:rsid w:val="00031367"/>
    <w:rsid w:val="000373BC"/>
    <w:rsid w:val="00062713"/>
    <w:rsid w:val="000705F4"/>
    <w:rsid w:val="000711C2"/>
    <w:rsid w:val="000773F2"/>
    <w:rsid w:val="000D048A"/>
    <w:rsid w:val="000D631E"/>
    <w:rsid w:val="00102E61"/>
    <w:rsid w:val="001364B9"/>
    <w:rsid w:val="00152D47"/>
    <w:rsid w:val="0018202A"/>
    <w:rsid w:val="00187DC9"/>
    <w:rsid w:val="001B0DA4"/>
    <w:rsid w:val="001C2861"/>
    <w:rsid w:val="001D26BF"/>
    <w:rsid w:val="00236FE4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E7CDE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A066E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A01ADD"/>
    <w:rsid w:val="00A03BB2"/>
    <w:rsid w:val="00A05B3F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05158"/>
    <w:rsid w:val="00E14937"/>
    <w:rsid w:val="00E6540D"/>
    <w:rsid w:val="00E759CC"/>
    <w:rsid w:val="00E93E06"/>
    <w:rsid w:val="00EB680D"/>
    <w:rsid w:val="00EC4EC1"/>
    <w:rsid w:val="00F143BF"/>
    <w:rsid w:val="00F151A7"/>
    <w:rsid w:val="00F3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link w:val="Heading2Char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4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213</Words>
  <Characters>1216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12</cp:revision>
  <cp:lastPrinted>2020-03-27T11:10:00Z</cp:lastPrinted>
  <dcterms:created xsi:type="dcterms:W3CDTF">2020-01-29T14:48:00Z</dcterms:created>
  <dcterms:modified xsi:type="dcterms:W3CDTF">2020-03-30T08:25:00Z</dcterms:modified>
</cp:coreProperties>
</file>