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709" w:rsidRPr="00062713" w:rsidRDefault="005E570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45pt;width:41.2pt;height:53.6pt;z-index:251658240;visibility:visible">
            <v:imagedata r:id="rId7" o:title=""/>
            <w10:wrap type="square"/>
          </v:shape>
        </w:pict>
      </w:r>
    </w:p>
    <w:p w:rsidR="005E5709" w:rsidRPr="00062713" w:rsidRDefault="005E570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5E5709" w:rsidRPr="00062713" w:rsidRDefault="005E570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E5709" w:rsidRPr="00062713" w:rsidRDefault="005E570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5E5709" w:rsidRPr="00062713" w:rsidRDefault="005E570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E5709" w:rsidRPr="002044CD" w:rsidRDefault="005E5709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23.04.2020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</w:t>
      </w:r>
      <w:r w:rsidRPr="008E57A6">
        <w:rPr>
          <w:rFonts w:ascii="Times New Roman" w:hAnsi="Times New Roman"/>
          <w:sz w:val="28"/>
          <w:szCs w:val="28"/>
          <w:lang w:val="uk-UA"/>
        </w:rPr>
        <w:t>м</w:t>
      </w:r>
      <w:r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</w:t>
      </w:r>
      <w:r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_</w:t>
      </w:r>
      <w:r w:rsidRPr="003514B5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108-агд</w:t>
      </w:r>
    </w:p>
    <w:p w:rsidR="005E5709" w:rsidRDefault="005E570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</w:p>
    <w:p w:rsidR="005E5709" w:rsidRPr="005A5199" w:rsidRDefault="005E570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5E5709" w:rsidRPr="00963901" w:rsidRDefault="005E570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5E5709" w:rsidRPr="00963901" w:rsidRDefault="005E570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</w:t>
      </w: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.20</w:t>
      </w: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b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агд</w:t>
      </w:r>
    </w:p>
    <w:p w:rsidR="005E5709" w:rsidRDefault="005E570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5E5709" w:rsidRPr="00963901" w:rsidRDefault="005E570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5E5709" w:rsidRPr="001B0DA4" w:rsidRDefault="005E5709" w:rsidP="001B0DA4">
      <w:pPr>
        <w:pStyle w:val="Heading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.09.2014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>за</w:t>
      </w:r>
      <w:r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             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</w:t>
      </w:r>
      <w:r w:rsidRPr="001B0DA4">
        <w:rPr>
          <w:rFonts w:ascii="Times New Roman" w:hAnsi="Times New Roman"/>
          <w:color w:val="auto"/>
          <w:sz w:val="28"/>
          <w:szCs w:val="28"/>
          <w:lang w:val="uk-UA"/>
        </w:rPr>
        <w:t>рішенням Лисичанської міської  ради від 23.01.2020 року № 83/1179 « Про міський бюджет на 2020 рік»</w:t>
      </w:r>
    </w:p>
    <w:p w:rsidR="005E5709" w:rsidRPr="006330BA" w:rsidRDefault="005E570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</w:t>
      </w:r>
      <w:r>
        <w:rPr>
          <w:rFonts w:ascii="Times New Roman" w:hAnsi="Times New Roman"/>
          <w:b/>
          <w:sz w:val="28"/>
          <w:szCs w:val="28"/>
          <w:lang w:val="uk-UA"/>
        </w:rPr>
        <w:t>АКАЗУЮ:</w:t>
      </w:r>
    </w:p>
    <w:p w:rsidR="005E5709" w:rsidRPr="00963901" w:rsidRDefault="005E570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5709" w:rsidRPr="00963901" w:rsidRDefault="005E570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sz w:val="28"/>
          <w:szCs w:val="28"/>
          <w:lang w:val="uk-UA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sz w:val="28"/>
          <w:szCs w:val="28"/>
          <w:lang w:val="uk-UA"/>
        </w:rPr>
        <w:t>агд та викласти паспорт бюджетної програми на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рік по головному розпоряднику коштів – відділу освіти Лисичанської міської ради у новій редакції за:</w:t>
      </w:r>
    </w:p>
    <w:p w:rsidR="005E5709" w:rsidRPr="006E7CDE" w:rsidRDefault="005E5709" w:rsidP="006E7C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освіти»;</w:t>
      </w:r>
    </w:p>
    <w:p w:rsidR="005E5709" w:rsidRDefault="005E5709" w:rsidP="006E7C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 xml:space="preserve">КПКВКМБ 0611020 «Надання загальної середньої освіти </w:t>
      </w:r>
      <w:r>
        <w:rPr>
          <w:rFonts w:ascii="Times New Roman" w:hAnsi="Times New Roman"/>
          <w:sz w:val="28"/>
          <w:szCs w:val="28"/>
          <w:lang w:val="uk-UA"/>
        </w:rPr>
        <w:t>закладами загальної середньої освіти (у тому числі з дошкільними підрозділами (відділеннями, групами))»;</w:t>
      </w:r>
    </w:p>
    <w:p w:rsidR="005E5709" w:rsidRDefault="005E5709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96642D">
        <w:rPr>
          <w:rFonts w:ascii="Times New Roman" w:hAnsi="Times New Roman"/>
          <w:sz w:val="28"/>
          <w:szCs w:val="28"/>
          <w:lang w:val="uk-UA"/>
        </w:rPr>
        <w:t xml:space="preserve"> КПКВКМБ 0611090 «Надання позашкільної освіти позашкільними закладами освіти, заходи із позашкільної роботи з дітьми».</w:t>
      </w:r>
    </w:p>
    <w:p w:rsidR="005E5709" w:rsidRPr="00963901" w:rsidRDefault="005E5709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>
        <w:rPr>
          <w:rFonts w:ascii="Times New Roman" w:hAnsi="Times New Roman"/>
          <w:sz w:val="28"/>
          <w:szCs w:val="28"/>
          <w:lang w:val="uk-UA"/>
        </w:rPr>
        <w:t>головного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>
        <w:rPr>
          <w:rFonts w:ascii="Times New Roman" w:hAnsi="Times New Roman"/>
          <w:sz w:val="28"/>
          <w:szCs w:val="28"/>
          <w:lang w:val="uk-UA"/>
        </w:rPr>
        <w:t>віти Лисичанської міської ради Оксану СКУРЖИНСЬКУ.</w:t>
      </w:r>
    </w:p>
    <w:p w:rsidR="005E5709" w:rsidRPr="00963901" w:rsidRDefault="005E570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5E5709" w:rsidRPr="00963901" w:rsidRDefault="005E570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5E5709" w:rsidRDefault="005E5709" w:rsidP="00963901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E5709" w:rsidRDefault="005E5709" w:rsidP="00963901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E5709" w:rsidRDefault="005E5709" w:rsidP="00963901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E5709" w:rsidRPr="00963901" w:rsidRDefault="005E5709" w:rsidP="00D762FF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       Тетяна ХУДОБА         </w:t>
      </w:r>
    </w:p>
    <w:sectPr w:rsidR="005E5709" w:rsidRPr="00963901" w:rsidSect="003F4F88">
      <w:headerReference w:type="even" r:id="rId8"/>
      <w:headerReference w:type="default" r:id="rId9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709" w:rsidRDefault="005E5709">
      <w:r>
        <w:separator/>
      </w:r>
    </w:p>
  </w:endnote>
  <w:endnote w:type="continuationSeparator" w:id="0">
    <w:p w:rsidR="005E5709" w:rsidRDefault="005E5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709" w:rsidRDefault="005E5709">
      <w:r>
        <w:separator/>
      </w:r>
    </w:p>
  </w:footnote>
  <w:footnote w:type="continuationSeparator" w:id="0">
    <w:p w:rsidR="005E5709" w:rsidRDefault="005E57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709" w:rsidRDefault="005E5709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5709" w:rsidRDefault="005E570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709" w:rsidRDefault="005E5709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E5709" w:rsidRDefault="005E57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E61"/>
    <w:rsid w:val="0001040D"/>
    <w:rsid w:val="00031367"/>
    <w:rsid w:val="000373BC"/>
    <w:rsid w:val="00062713"/>
    <w:rsid w:val="000705F4"/>
    <w:rsid w:val="000711C2"/>
    <w:rsid w:val="000D048A"/>
    <w:rsid w:val="000D631E"/>
    <w:rsid w:val="00101CB0"/>
    <w:rsid w:val="00102E61"/>
    <w:rsid w:val="001364B9"/>
    <w:rsid w:val="00152D47"/>
    <w:rsid w:val="00187DC9"/>
    <w:rsid w:val="001B0DA4"/>
    <w:rsid w:val="001C2861"/>
    <w:rsid w:val="001D26BF"/>
    <w:rsid w:val="002044CD"/>
    <w:rsid w:val="002A4ECB"/>
    <w:rsid w:val="002F03C6"/>
    <w:rsid w:val="00311AE7"/>
    <w:rsid w:val="003514B5"/>
    <w:rsid w:val="00354672"/>
    <w:rsid w:val="003765B3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14DF"/>
    <w:rsid w:val="005761B9"/>
    <w:rsid w:val="005A5199"/>
    <w:rsid w:val="005C36B3"/>
    <w:rsid w:val="005D1DEB"/>
    <w:rsid w:val="005D7BCF"/>
    <w:rsid w:val="005E01C4"/>
    <w:rsid w:val="005E5709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2247"/>
    <w:rsid w:val="00685E27"/>
    <w:rsid w:val="006C2EC7"/>
    <w:rsid w:val="006E46A8"/>
    <w:rsid w:val="006E7CDE"/>
    <w:rsid w:val="006F4E94"/>
    <w:rsid w:val="006F7B2B"/>
    <w:rsid w:val="00700496"/>
    <w:rsid w:val="007034FE"/>
    <w:rsid w:val="00727778"/>
    <w:rsid w:val="00734E25"/>
    <w:rsid w:val="00736B5C"/>
    <w:rsid w:val="00746C20"/>
    <w:rsid w:val="00767B15"/>
    <w:rsid w:val="00780C53"/>
    <w:rsid w:val="00786A7D"/>
    <w:rsid w:val="007914AB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8F4D8B"/>
    <w:rsid w:val="00901116"/>
    <w:rsid w:val="009462E3"/>
    <w:rsid w:val="00963901"/>
    <w:rsid w:val="0096642D"/>
    <w:rsid w:val="00984A57"/>
    <w:rsid w:val="00991E2B"/>
    <w:rsid w:val="009942CD"/>
    <w:rsid w:val="00A01ADD"/>
    <w:rsid w:val="00A03BB2"/>
    <w:rsid w:val="00A30ED6"/>
    <w:rsid w:val="00A33FD0"/>
    <w:rsid w:val="00A56F17"/>
    <w:rsid w:val="00A65C60"/>
    <w:rsid w:val="00A80F9A"/>
    <w:rsid w:val="00AA1779"/>
    <w:rsid w:val="00AB2C5A"/>
    <w:rsid w:val="00AE6DEE"/>
    <w:rsid w:val="00B018CD"/>
    <w:rsid w:val="00B37342"/>
    <w:rsid w:val="00B605E3"/>
    <w:rsid w:val="00B665D1"/>
    <w:rsid w:val="00B71C66"/>
    <w:rsid w:val="00B7363F"/>
    <w:rsid w:val="00B81B74"/>
    <w:rsid w:val="00B932D0"/>
    <w:rsid w:val="00BA7874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5B4"/>
    <w:rsid w:val="00D867B3"/>
    <w:rsid w:val="00D92775"/>
    <w:rsid w:val="00DA0606"/>
    <w:rsid w:val="00DE2D81"/>
    <w:rsid w:val="00E14937"/>
    <w:rsid w:val="00E6540D"/>
    <w:rsid w:val="00E93E06"/>
    <w:rsid w:val="00EB680D"/>
    <w:rsid w:val="00EF5CC8"/>
    <w:rsid w:val="00F143BF"/>
    <w:rsid w:val="00F151A7"/>
    <w:rsid w:val="00F35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F9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Heading2">
    <w:name w:val="heading 2"/>
    <w:basedOn w:val="Normal"/>
    <w:link w:val="Heading2Char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ListParagraph">
    <w:name w:val="List Paragraph"/>
    <w:basedOn w:val="Normal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Emphasis">
    <w:name w:val="Emphasis"/>
    <w:basedOn w:val="DefaultParagraphFont"/>
    <w:uiPriority w:val="99"/>
    <w:qFormat/>
    <w:rsid w:val="00B018CD"/>
    <w:rPr>
      <w:rFonts w:cs="Times New Roman"/>
      <w:i/>
      <w:iCs/>
    </w:rPr>
  </w:style>
  <w:style w:type="paragraph" w:styleId="NoSpacing">
    <w:name w:val="No Spacing"/>
    <w:uiPriority w:val="99"/>
    <w:qFormat/>
    <w:rsid w:val="00C4283D"/>
  </w:style>
  <w:style w:type="paragraph" w:styleId="Header">
    <w:name w:val="header"/>
    <w:basedOn w:val="Normal"/>
    <w:link w:val="HeaderChar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B2C5A"/>
    <w:rPr>
      <w:rFonts w:cs="Times New Roman"/>
    </w:rPr>
  </w:style>
  <w:style w:type="character" w:styleId="PageNumber">
    <w:name w:val="page number"/>
    <w:basedOn w:val="DefaultParagraphFont"/>
    <w:uiPriority w:val="99"/>
    <w:rsid w:val="003F4F8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47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238</Words>
  <Characters>1359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11</cp:revision>
  <cp:lastPrinted>2020-04-21T12:55:00Z</cp:lastPrinted>
  <dcterms:created xsi:type="dcterms:W3CDTF">2020-01-29T14:48:00Z</dcterms:created>
  <dcterms:modified xsi:type="dcterms:W3CDTF">2020-04-23T12:50:00Z</dcterms:modified>
</cp:coreProperties>
</file>