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4EF" w:rsidRPr="00062713" w:rsidRDefault="009F54EF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45pt;width:41.2pt;height:53.6pt;z-index:251658240;visibility:visible">
            <v:imagedata r:id="rId7" o:title=""/>
            <w10:wrap type="square"/>
          </v:shape>
        </w:pict>
      </w:r>
    </w:p>
    <w:p w:rsidR="009F54EF" w:rsidRPr="002A1EF1" w:rsidRDefault="009F54EF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9F54EF" w:rsidRDefault="009F54EF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F54EF" w:rsidRDefault="009F54EF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ВІДДІЛ ОСВІТИ </w:t>
      </w:r>
    </w:p>
    <w:p w:rsidR="009F54EF" w:rsidRDefault="009F54EF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9F54EF" w:rsidRPr="002A1EF1" w:rsidRDefault="009F54EF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МІСТА ЛИСИЧАНСЬК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9F54EF" w:rsidRPr="00062713" w:rsidRDefault="009F54EF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F54EF" w:rsidRPr="00062713" w:rsidRDefault="009F54EF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9F54EF" w:rsidRPr="00062713" w:rsidRDefault="009F54EF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F54EF" w:rsidRPr="00062713" w:rsidRDefault="009F54EF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BB1893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23.09.2020</w:t>
      </w:r>
      <w:r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 w:rsidRPr="003F4F88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062713">
        <w:rPr>
          <w:rFonts w:ascii="Times New Roman" w:hAnsi="Times New Roman"/>
          <w:sz w:val="28"/>
          <w:szCs w:val="28"/>
          <w:lang w:val="uk-UA"/>
        </w:rPr>
        <w:t>м. Лисичанськ</w:t>
      </w:r>
      <w:r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606D2D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 w:rsidRPr="00BB1893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35-агд</w:t>
      </w:r>
    </w:p>
    <w:p w:rsidR="009F54EF" w:rsidRDefault="009F54EF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9F54EF" w:rsidRDefault="009F54EF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9F54EF" w:rsidRPr="002B1C29" w:rsidRDefault="009F54EF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Про внесення змін  до наказу</w:t>
      </w:r>
    </w:p>
    <w:p w:rsidR="009F54EF" w:rsidRPr="002B1C29" w:rsidRDefault="009F54EF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від 29.01.2020 № 35-агд</w:t>
      </w:r>
    </w:p>
    <w:p w:rsidR="009F54EF" w:rsidRPr="00923D97" w:rsidRDefault="009F54EF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9F54EF" w:rsidRPr="00923D97" w:rsidRDefault="009F54EF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F54EF" w:rsidRPr="00923D97" w:rsidRDefault="009F54EF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>Керуючись Бюджетним кодексом України, 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  № 836 зі змінами, зареєстрованим у Міністерстві юстиції України 10.09.2014 за              № 1104/25881 зі змінами, наказом Міністерства фінансів України «Про затвердження складових програмної класифікації видатків та кредитування місцевих бюджетів» від 20.09.2017 № 793 зі змінами, рішенням Лисичанської міської  ради від 23.01.2020 року № 83/1179 « Про міський бюджет на 2020 рік»</w:t>
      </w:r>
    </w:p>
    <w:p w:rsidR="009F54EF" w:rsidRPr="00923D97" w:rsidRDefault="009F54EF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НАКАЗУЮ:</w:t>
      </w:r>
    </w:p>
    <w:p w:rsidR="009F54EF" w:rsidRPr="00923D97" w:rsidRDefault="009F54EF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F54EF" w:rsidRDefault="009F54EF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1. Внести зміни до наказу відділу освіти Лисичанської міської ради від 29.01.2020 № 35-агд та викласти паспорт бюджетної програми на 2020 рік по головному розпоряднику коштів – відділу освіти Лисичанської міської ради у новій редакції за:</w:t>
      </w:r>
    </w:p>
    <w:p w:rsidR="009F54EF" w:rsidRPr="006E7CDE" w:rsidRDefault="009F54EF" w:rsidP="002B1C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9F54EF" w:rsidRDefault="009F54EF" w:rsidP="002B1C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 xml:space="preserve">КПКВКМБ 0611020 «Надання загальної середньої освіти </w:t>
      </w:r>
      <w:r>
        <w:rPr>
          <w:rFonts w:ascii="Times New Roman" w:hAnsi="Times New Roman"/>
          <w:sz w:val="28"/>
          <w:szCs w:val="28"/>
          <w:lang w:val="uk-UA"/>
        </w:rPr>
        <w:t>закладами загальної середньої освіти (у тому числі з дошкільними підрозділами (відділеннями, групами))»;</w:t>
      </w:r>
    </w:p>
    <w:p w:rsidR="009F54EF" w:rsidRDefault="009F54EF" w:rsidP="002B1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96642D">
        <w:rPr>
          <w:rFonts w:ascii="Times New Roman" w:hAnsi="Times New Roman"/>
          <w:sz w:val="28"/>
          <w:szCs w:val="28"/>
          <w:lang w:val="uk-UA"/>
        </w:rPr>
        <w:t xml:space="preserve"> КПКВКМБ 0611090 «Надання позашкільної освіти позашкільними закладами освіти, заходи і</w:t>
      </w:r>
      <w:r>
        <w:rPr>
          <w:rFonts w:ascii="Times New Roman" w:hAnsi="Times New Roman"/>
          <w:sz w:val="28"/>
          <w:szCs w:val="28"/>
          <w:lang w:val="uk-UA"/>
        </w:rPr>
        <w:t>з позашкільної роботи з дітьми»;</w:t>
      </w:r>
    </w:p>
    <w:p w:rsidR="009F54EF" w:rsidRPr="00682247" w:rsidRDefault="009F54EF" w:rsidP="002B1C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82247">
        <w:rPr>
          <w:rFonts w:ascii="Times New Roman" w:hAnsi="Times New Roman"/>
          <w:sz w:val="28"/>
          <w:szCs w:val="28"/>
          <w:lang w:val="uk-UA"/>
        </w:rPr>
        <w:t>КПКВКМБ 0611170 «Забезпечення діяльності інклюзивно-ресурсних центрів»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F54EF" w:rsidRDefault="009F54EF" w:rsidP="002B1C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КПКВКМБ 0617321 «Будівництво освітніх установ та закладів»</w:t>
      </w:r>
    </w:p>
    <w:p w:rsidR="009F54EF" w:rsidRPr="00682247" w:rsidRDefault="009F54EF" w:rsidP="002B1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54EF" w:rsidRPr="00923D97" w:rsidRDefault="009F54EF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2. Координацію роботи та контроль щодо виконання цього наказу покласти на головного бухгалтера відділу освіти Лисичанської міської ради Оксану СКУРЖИНСЬКУ.</w:t>
      </w:r>
    </w:p>
    <w:p w:rsidR="009F54EF" w:rsidRPr="00923D97" w:rsidRDefault="009F54EF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F54EF" w:rsidRDefault="009F54EF" w:rsidP="002B1C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Начальник відділу освіти </w:t>
      </w:r>
      <w:r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Тетяна ХУДОБА </w:t>
      </w:r>
      <w:r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</w:t>
      </w:r>
    </w:p>
    <w:sectPr w:rsidR="009F54EF" w:rsidSect="003F4F88">
      <w:headerReference w:type="even" r:id="rId8"/>
      <w:headerReference w:type="default" r:id="rId9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4EF" w:rsidRDefault="009F54EF">
      <w:r>
        <w:separator/>
      </w:r>
    </w:p>
  </w:endnote>
  <w:endnote w:type="continuationSeparator" w:id="0">
    <w:p w:rsidR="009F54EF" w:rsidRDefault="009F5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4EF" w:rsidRDefault="009F54EF">
      <w:r>
        <w:separator/>
      </w:r>
    </w:p>
  </w:footnote>
  <w:footnote w:type="continuationSeparator" w:id="0">
    <w:p w:rsidR="009F54EF" w:rsidRDefault="009F5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4EF" w:rsidRDefault="009F54EF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54EF" w:rsidRDefault="009F54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4EF" w:rsidRDefault="009F54EF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F54EF" w:rsidRDefault="009F54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E61"/>
    <w:rsid w:val="00024429"/>
    <w:rsid w:val="00062713"/>
    <w:rsid w:val="000711C2"/>
    <w:rsid w:val="000955A1"/>
    <w:rsid w:val="000D048A"/>
    <w:rsid w:val="00102E61"/>
    <w:rsid w:val="00146570"/>
    <w:rsid w:val="00152D47"/>
    <w:rsid w:val="00226BF1"/>
    <w:rsid w:val="002A1EF1"/>
    <w:rsid w:val="002B1C29"/>
    <w:rsid w:val="002D2CB8"/>
    <w:rsid w:val="002F03C6"/>
    <w:rsid w:val="003C6A00"/>
    <w:rsid w:val="003D188C"/>
    <w:rsid w:val="003E3567"/>
    <w:rsid w:val="003F37A4"/>
    <w:rsid w:val="003F4F88"/>
    <w:rsid w:val="004052EC"/>
    <w:rsid w:val="00495EC7"/>
    <w:rsid w:val="004A7BCD"/>
    <w:rsid w:val="004B3E07"/>
    <w:rsid w:val="00606D2D"/>
    <w:rsid w:val="00682247"/>
    <w:rsid w:val="00685E27"/>
    <w:rsid w:val="006C2EC7"/>
    <w:rsid w:val="006E46A8"/>
    <w:rsid w:val="006E7CDE"/>
    <w:rsid w:val="00700496"/>
    <w:rsid w:val="00715EFD"/>
    <w:rsid w:val="00746C20"/>
    <w:rsid w:val="00770A4D"/>
    <w:rsid w:val="00780C53"/>
    <w:rsid w:val="007B6C7F"/>
    <w:rsid w:val="007C0640"/>
    <w:rsid w:val="007D2DDA"/>
    <w:rsid w:val="007F5799"/>
    <w:rsid w:val="00855096"/>
    <w:rsid w:val="00867DD2"/>
    <w:rsid w:val="008B6218"/>
    <w:rsid w:val="008E0EB3"/>
    <w:rsid w:val="00901116"/>
    <w:rsid w:val="00923D97"/>
    <w:rsid w:val="0096642D"/>
    <w:rsid w:val="00984A57"/>
    <w:rsid w:val="009F54EF"/>
    <w:rsid w:val="00A33FD0"/>
    <w:rsid w:val="00A65C60"/>
    <w:rsid w:val="00A80F9A"/>
    <w:rsid w:val="00A96216"/>
    <w:rsid w:val="00AB2C5A"/>
    <w:rsid w:val="00B018CD"/>
    <w:rsid w:val="00B077CD"/>
    <w:rsid w:val="00B81B74"/>
    <w:rsid w:val="00B932D0"/>
    <w:rsid w:val="00BB1893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305B"/>
    <w:rsid w:val="00E14937"/>
    <w:rsid w:val="00E723E7"/>
    <w:rsid w:val="00ED60A5"/>
    <w:rsid w:val="00EF4B1E"/>
    <w:rsid w:val="00F143BF"/>
    <w:rsid w:val="00F35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F9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Emphasis">
    <w:name w:val="Emphasis"/>
    <w:basedOn w:val="DefaultParagraphFont"/>
    <w:uiPriority w:val="99"/>
    <w:qFormat/>
    <w:rsid w:val="00B018CD"/>
    <w:rPr>
      <w:rFonts w:cs="Times New Roman"/>
      <w:i/>
      <w:iCs/>
    </w:rPr>
  </w:style>
  <w:style w:type="paragraph" w:styleId="NoSpacing">
    <w:name w:val="No Spacing"/>
    <w:uiPriority w:val="99"/>
    <w:qFormat/>
    <w:rsid w:val="00C4283D"/>
  </w:style>
  <w:style w:type="paragraph" w:styleId="Header">
    <w:name w:val="header"/>
    <w:basedOn w:val="Normal"/>
    <w:link w:val="HeaderChar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2C5A"/>
    <w:rPr>
      <w:rFonts w:cs="Times New Roman"/>
    </w:rPr>
  </w:style>
  <w:style w:type="character" w:styleId="PageNumber">
    <w:name w:val="page number"/>
    <w:basedOn w:val="DefaultParagraphFont"/>
    <w:uiPriority w:val="99"/>
    <w:rsid w:val="003F4F8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267</Words>
  <Characters>1522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7</cp:revision>
  <cp:lastPrinted>2020-09-22T11:36:00Z</cp:lastPrinted>
  <dcterms:created xsi:type="dcterms:W3CDTF">2020-09-22T11:33:00Z</dcterms:created>
  <dcterms:modified xsi:type="dcterms:W3CDTF">2020-09-24T05:02:00Z</dcterms:modified>
</cp:coreProperties>
</file>