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0A" w:rsidRPr="00062713" w:rsidRDefault="00F3550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45pt;width:41.2pt;height:53.6pt;z-index:251658240;visibility:visible">
            <v:imagedata r:id="rId7" o:title=""/>
            <w10:wrap type="square"/>
          </v:shape>
        </w:pict>
      </w:r>
    </w:p>
    <w:p w:rsidR="00F3550A" w:rsidRPr="002A1EF1" w:rsidRDefault="00F3550A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F3550A" w:rsidRDefault="00F3550A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3550A" w:rsidRDefault="00F3550A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ВІДДІЛ ОСВІТИ </w:t>
      </w:r>
    </w:p>
    <w:p w:rsidR="00F3550A" w:rsidRDefault="00F3550A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F3550A" w:rsidRPr="002A1EF1" w:rsidRDefault="00F3550A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МІСТА ЛИСИЧАНСЬК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F3550A" w:rsidRPr="00062713" w:rsidRDefault="00F3550A" w:rsidP="00FD6A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3550A" w:rsidRPr="00062713" w:rsidRDefault="00F3550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F3550A" w:rsidRPr="00062713" w:rsidRDefault="00F3550A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550A" w:rsidRPr="00062713" w:rsidRDefault="00F3550A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16.10.2020</w:t>
      </w:r>
      <w:r w:rsidRPr="003F4F88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062713">
        <w:rPr>
          <w:rFonts w:ascii="Times New Roman" w:hAnsi="Times New Roman"/>
          <w:sz w:val="28"/>
          <w:szCs w:val="28"/>
          <w:lang w:val="uk-UA"/>
        </w:rPr>
        <w:t>м. Лисичанськ</w:t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606D2D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Pr="00606D2D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54-агд</w:t>
      </w:r>
    </w:p>
    <w:p w:rsidR="00F3550A" w:rsidRDefault="00F3550A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F3550A" w:rsidRDefault="00F3550A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F3550A" w:rsidRPr="002B1C29" w:rsidRDefault="00F3550A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Про внесення змін  до наказу</w:t>
      </w:r>
    </w:p>
    <w:p w:rsidR="00F3550A" w:rsidRPr="002B1C29" w:rsidRDefault="00F3550A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від 29.01.2020 № 35-агд</w:t>
      </w:r>
    </w:p>
    <w:p w:rsidR="00F3550A" w:rsidRPr="00923D97" w:rsidRDefault="00F3550A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3550A" w:rsidRPr="00923D97" w:rsidRDefault="00F3550A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3550A" w:rsidRPr="00923D97" w:rsidRDefault="00F3550A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F3550A" w:rsidRDefault="00F3550A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3550A" w:rsidRPr="00923D97" w:rsidRDefault="00F3550A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наказую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F3550A" w:rsidRPr="00923D97" w:rsidRDefault="00F3550A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3550A" w:rsidRDefault="00F3550A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F3550A" w:rsidRPr="002F6847" w:rsidRDefault="00F3550A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010 «Надання дошкільної освіти»</w:t>
      </w:r>
    </w:p>
    <w:p w:rsidR="00F3550A" w:rsidRDefault="00F3550A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0611020 «Надання загальної середньої освіти закладами загальної середньої освіти (у тому числі з дошкільними підрозд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ілами (відділеннями, групами))»</w:t>
      </w:r>
    </w:p>
    <w:p w:rsidR="00F3550A" w:rsidRPr="00FD6AA9" w:rsidRDefault="00F3550A" w:rsidP="00FD6A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6E7CDE">
        <w:rPr>
          <w:rFonts w:ascii="Times New Roman" w:hAnsi="Times New Roman"/>
          <w:sz w:val="28"/>
          <w:szCs w:val="28"/>
          <w:lang w:val="uk-UA"/>
        </w:rPr>
        <w:t>КПКВКМБ   061</w:t>
      </w:r>
      <w:r>
        <w:rPr>
          <w:rFonts w:ascii="Times New Roman" w:hAnsi="Times New Roman"/>
          <w:sz w:val="28"/>
          <w:szCs w:val="28"/>
          <w:lang w:val="uk-UA"/>
        </w:rPr>
        <w:t>7321</w:t>
      </w:r>
      <w:r w:rsidRPr="006E7CDE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Будівництво освітніх установ та закладів»</w:t>
      </w:r>
      <w:r w:rsidRPr="00FD6AA9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3550A" w:rsidRDefault="00F3550A" w:rsidP="00FD6A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D6AA9">
        <w:rPr>
          <w:rFonts w:ascii="Times New Roman" w:hAnsi="Times New Roman"/>
          <w:sz w:val="28"/>
          <w:szCs w:val="28"/>
          <w:lang w:val="uk-UA"/>
        </w:rPr>
        <w:t xml:space="preserve">        КПКВКМБ 0611161 «Забезпечення діяльності інших закладів у сфері освіти»</w:t>
      </w:r>
    </w:p>
    <w:p w:rsidR="00F3550A" w:rsidRDefault="00F3550A" w:rsidP="00FD6A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FD6AA9"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</w:p>
    <w:p w:rsidR="00F3550A" w:rsidRPr="006E7CDE" w:rsidRDefault="00F3550A" w:rsidP="00FD6A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D6AA9"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6AA9">
        <w:rPr>
          <w:rFonts w:ascii="Times New Roman" w:hAnsi="Times New Roman"/>
          <w:sz w:val="28"/>
          <w:szCs w:val="28"/>
          <w:lang w:val="uk-UA"/>
        </w:rPr>
        <w:t>КПКВКМБ 0611150 «Методичне забезпече</w:t>
      </w:r>
      <w:r>
        <w:rPr>
          <w:rFonts w:ascii="Times New Roman" w:hAnsi="Times New Roman"/>
          <w:sz w:val="28"/>
          <w:szCs w:val="28"/>
          <w:lang w:val="uk-UA"/>
        </w:rPr>
        <w:t>ння діяльності закладів освіти»</w:t>
      </w:r>
    </w:p>
    <w:p w:rsidR="00F3550A" w:rsidRPr="00682247" w:rsidRDefault="00F3550A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КПКВКМБ 0613140 «</w:t>
      </w:r>
      <w:r w:rsidRPr="00FD6AA9">
        <w:rPr>
          <w:rFonts w:ascii="Times New Roman" w:hAnsi="Times New Roman"/>
          <w:sz w:val="28"/>
          <w:szCs w:val="28"/>
          <w:lang w:val="uk-UA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</w:t>
      </w:r>
      <w:r>
        <w:rPr>
          <w:rFonts w:ascii="Times New Roman" w:hAnsi="Times New Roman"/>
          <w:sz w:val="28"/>
          <w:szCs w:val="28"/>
          <w:lang w:val="uk-UA"/>
        </w:rPr>
        <w:t>ідок Чорнобильської катастрофи)»</w:t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</w:p>
    <w:p w:rsidR="00F3550A" w:rsidRPr="00923D97" w:rsidRDefault="00F3550A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F3550A" w:rsidRDefault="00F3550A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3550A" w:rsidRDefault="00F3550A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3550A" w:rsidRDefault="00F3550A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3550A" w:rsidRDefault="00F3550A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3550A" w:rsidRPr="00923D97" w:rsidRDefault="00F3550A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3550A" w:rsidRDefault="00F3550A" w:rsidP="002B1C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ик відділу                    </w:t>
      </w:r>
      <w:r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</w:t>
      </w:r>
      <w:r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Тетяна ХУДОБА </w:t>
      </w:r>
      <w:r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</w:t>
      </w:r>
    </w:p>
    <w:sectPr w:rsidR="00F3550A" w:rsidSect="003F4F88">
      <w:headerReference w:type="even" r:id="rId8"/>
      <w:headerReference w:type="default" r:id="rId9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50A" w:rsidRDefault="00F3550A">
      <w:r>
        <w:separator/>
      </w:r>
    </w:p>
  </w:endnote>
  <w:endnote w:type="continuationSeparator" w:id="0">
    <w:p w:rsidR="00F3550A" w:rsidRDefault="00F35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50A" w:rsidRDefault="00F3550A">
      <w:r>
        <w:separator/>
      </w:r>
    </w:p>
  </w:footnote>
  <w:footnote w:type="continuationSeparator" w:id="0">
    <w:p w:rsidR="00F3550A" w:rsidRDefault="00F35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50A" w:rsidRDefault="00F3550A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550A" w:rsidRDefault="00F3550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50A" w:rsidRDefault="00F3550A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3550A" w:rsidRDefault="00F355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E61"/>
    <w:rsid w:val="00024429"/>
    <w:rsid w:val="00062713"/>
    <w:rsid w:val="000711C2"/>
    <w:rsid w:val="000D048A"/>
    <w:rsid w:val="000F4590"/>
    <w:rsid w:val="00102E61"/>
    <w:rsid w:val="00146570"/>
    <w:rsid w:val="00152D47"/>
    <w:rsid w:val="001B1F56"/>
    <w:rsid w:val="002A1EF1"/>
    <w:rsid w:val="002B1C29"/>
    <w:rsid w:val="002D2CB8"/>
    <w:rsid w:val="002F03C6"/>
    <w:rsid w:val="002F6847"/>
    <w:rsid w:val="003270E3"/>
    <w:rsid w:val="003C6A00"/>
    <w:rsid w:val="003E3567"/>
    <w:rsid w:val="003F37A4"/>
    <w:rsid w:val="003F4F88"/>
    <w:rsid w:val="004052EC"/>
    <w:rsid w:val="00423141"/>
    <w:rsid w:val="00495EC7"/>
    <w:rsid w:val="004A7BCD"/>
    <w:rsid w:val="004B3E07"/>
    <w:rsid w:val="00606D2D"/>
    <w:rsid w:val="00682247"/>
    <w:rsid w:val="00685E27"/>
    <w:rsid w:val="006C2EC7"/>
    <w:rsid w:val="006E46A8"/>
    <w:rsid w:val="006E7CDE"/>
    <w:rsid w:val="00700496"/>
    <w:rsid w:val="00746C20"/>
    <w:rsid w:val="00770A4D"/>
    <w:rsid w:val="00780C53"/>
    <w:rsid w:val="007B6C7F"/>
    <w:rsid w:val="007C0640"/>
    <w:rsid w:val="007F5799"/>
    <w:rsid w:val="00837121"/>
    <w:rsid w:val="00855096"/>
    <w:rsid w:val="00867DD2"/>
    <w:rsid w:val="008A0807"/>
    <w:rsid w:val="008B6218"/>
    <w:rsid w:val="008E0EB3"/>
    <w:rsid w:val="00901116"/>
    <w:rsid w:val="00923D97"/>
    <w:rsid w:val="00984A57"/>
    <w:rsid w:val="00A13704"/>
    <w:rsid w:val="00A33FD0"/>
    <w:rsid w:val="00A65C60"/>
    <w:rsid w:val="00A80F9A"/>
    <w:rsid w:val="00A96216"/>
    <w:rsid w:val="00AB2C5A"/>
    <w:rsid w:val="00B018CD"/>
    <w:rsid w:val="00B077C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54167"/>
    <w:rsid w:val="00D71D46"/>
    <w:rsid w:val="00D8305B"/>
    <w:rsid w:val="00E14937"/>
    <w:rsid w:val="00E53864"/>
    <w:rsid w:val="00E723E7"/>
    <w:rsid w:val="00ED60A5"/>
    <w:rsid w:val="00EF4B1E"/>
    <w:rsid w:val="00F143BF"/>
    <w:rsid w:val="00F3550A"/>
    <w:rsid w:val="00F35CE1"/>
    <w:rsid w:val="00F727B7"/>
    <w:rsid w:val="00FD6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F9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Emphasis">
    <w:name w:val="Emphasis"/>
    <w:basedOn w:val="DefaultParagraphFont"/>
    <w:uiPriority w:val="99"/>
    <w:qFormat/>
    <w:rsid w:val="00B018CD"/>
    <w:rPr>
      <w:rFonts w:cs="Times New Roman"/>
      <w:i/>
      <w:iCs/>
    </w:rPr>
  </w:style>
  <w:style w:type="paragraph" w:styleId="NoSpacing">
    <w:name w:val="No Spacing"/>
    <w:uiPriority w:val="99"/>
    <w:qFormat/>
    <w:rsid w:val="00C4283D"/>
  </w:style>
  <w:style w:type="paragraph" w:styleId="Header">
    <w:name w:val="header"/>
    <w:basedOn w:val="Normal"/>
    <w:link w:val="HeaderChar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2C5A"/>
    <w:rPr>
      <w:rFonts w:cs="Times New Roman"/>
    </w:rPr>
  </w:style>
  <w:style w:type="character" w:styleId="PageNumber">
    <w:name w:val="page number"/>
    <w:basedOn w:val="DefaultParagraphFont"/>
    <w:uiPriority w:val="99"/>
    <w:rsid w:val="003F4F8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321</Words>
  <Characters>1835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6</cp:revision>
  <cp:lastPrinted>2020-10-13T08:31:00Z</cp:lastPrinted>
  <dcterms:created xsi:type="dcterms:W3CDTF">2020-10-13T08:32:00Z</dcterms:created>
  <dcterms:modified xsi:type="dcterms:W3CDTF">2020-10-16T08:10:00Z</dcterms:modified>
</cp:coreProperties>
</file>