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A30" w:rsidRPr="00062713" w:rsidRDefault="00FC4A30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45pt;width:41.2pt;height:53.6pt;z-index:251658240;visibility:visible">
            <v:imagedata r:id="rId7" o:title=""/>
            <w10:wrap type="square"/>
          </v:shape>
        </w:pict>
      </w:r>
    </w:p>
    <w:p w:rsidR="00FC4A30" w:rsidRPr="002A1EF1" w:rsidRDefault="00FC4A30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FC4A30" w:rsidRDefault="00FC4A30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C4A30" w:rsidRDefault="00FC4A30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FC4A30" w:rsidRDefault="00FC4A30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FC4A30" w:rsidRPr="002A1EF1" w:rsidRDefault="00FC4A30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FC4A30" w:rsidRPr="00062713" w:rsidRDefault="00FC4A30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C4A30" w:rsidRPr="00062713" w:rsidRDefault="00FC4A30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FC4A30" w:rsidRPr="00062713" w:rsidRDefault="00FC4A30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A30" w:rsidRPr="0033216D" w:rsidRDefault="00FC4A30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11.06.2021                                 м. Лисичанськ                         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№ 77</w:t>
      </w:r>
      <w:r w:rsidRPr="00980139">
        <w:rPr>
          <w:rFonts w:ascii="Times New Roman" w:hAnsi="Times New Roman"/>
          <w:sz w:val="28"/>
          <w:szCs w:val="28"/>
          <w:u w:val="single"/>
          <w:lang w:val="uk-UA"/>
        </w:rPr>
        <w:t>-агд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FC4A30" w:rsidRDefault="00FC4A30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A30" w:rsidRPr="00AC4C6D" w:rsidRDefault="00FC4A30" w:rsidP="008B17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4C6D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Про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внесення змін до </w:t>
      </w:r>
    </w:p>
    <w:p w:rsidR="00FC4A30" w:rsidRPr="00AC4C6D" w:rsidRDefault="00FC4A30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AC4C6D">
        <w:rPr>
          <w:rFonts w:ascii="Times New Roman" w:hAnsi="Times New Roman"/>
          <w:b/>
          <w:sz w:val="24"/>
          <w:szCs w:val="24"/>
          <w:lang w:val="uk-UA"/>
        </w:rPr>
        <w:t>наказу від 26.03.2021 № 25-агд</w:t>
      </w:r>
    </w:p>
    <w:p w:rsidR="00FC4A30" w:rsidRPr="008B174A" w:rsidRDefault="00FC4A30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FC4A30" w:rsidRDefault="00FC4A30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8B174A">
        <w:rPr>
          <w:rFonts w:ascii="Times New Roman" w:hAnsi="Times New Roman"/>
          <w:color w:val="000000"/>
          <w:sz w:val="28"/>
          <w:szCs w:val="28"/>
          <w:lang w:val="uk-UA"/>
        </w:rPr>
        <w:t>озпорядженн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ям</w:t>
      </w:r>
      <w:r w:rsidRPr="008B174A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FC4A30" w:rsidRDefault="00FC4A30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FC4A30" w:rsidRDefault="00FC4A30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szCs w:val="28"/>
          <w:lang w:val="uk-UA"/>
        </w:rPr>
        <w:t>Внести зміни до наказу управлінню освіти Лисичанської міської військово-цивільної адміністрації Сєвєродонецького району Луганської області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від 26.03.2021 № 25-агд 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Сєвєродонецького району Луганської області у новій редакції за:</w:t>
      </w:r>
    </w:p>
    <w:p w:rsidR="00FC4A30" w:rsidRPr="00837314" w:rsidRDefault="00FC4A30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837314">
        <w:rPr>
          <w:rFonts w:ascii="Times New Roman" w:hAnsi="Times New Roman"/>
          <w:sz w:val="28"/>
          <w:szCs w:val="28"/>
          <w:lang w:val="uk-UA"/>
        </w:rPr>
        <w:t>КПКВКМБ 0611010 «</w:t>
      </w:r>
      <w:r w:rsidRPr="00837314">
        <w:rPr>
          <w:rFonts w:ascii="Times New Roman" w:hAnsi="Times New Roman"/>
          <w:bCs/>
          <w:sz w:val="28"/>
          <w:szCs w:val="28"/>
          <w:lang w:val="uk-UA"/>
        </w:rPr>
        <w:t>Надання дошкільної освіти</w:t>
      </w:r>
      <w:r w:rsidRPr="00837314">
        <w:rPr>
          <w:rFonts w:ascii="Times New Roman" w:hAnsi="Times New Roman"/>
          <w:sz w:val="28"/>
          <w:szCs w:val="28"/>
          <w:lang w:val="uk-UA"/>
        </w:rPr>
        <w:t>»;</w:t>
      </w:r>
    </w:p>
    <w:p w:rsidR="00FC4A30" w:rsidRPr="00837314" w:rsidRDefault="00FC4A30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837314">
        <w:rPr>
          <w:rFonts w:ascii="Times New Roman" w:hAnsi="Times New Roman"/>
          <w:sz w:val="28"/>
          <w:szCs w:val="28"/>
          <w:lang w:val="uk-UA"/>
        </w:rPr>
        <w:t>КПКВКМБ 0611021 «</w:t>
      </w:r>
      <w:r w:rsidRPr="00837314">
        <w:rPr>
          <w:rFonts w:ascii="Times New Roman" w:hAnsi="Times New Roman"/>
          <w:bCs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 w:rsidRPr="00837314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FC4A30" w:rsidRDefault="00FC4A30" w:rsidP="007C61FC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664677">
        <w:rPr>
          <w:rFonts w:ascii="Times New Roman" w:hAnsi="Times New Roman"/>
          <w:sz w:val="28"/>
          <w:szCs w:val="28"/>
          <w:lang w:val="uk-UA"/>
        </w:rPr>
        <w:t xml:space="preserve">КПКВКМБ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4677">
        <w:rPr>
          <w:rFonts w:ascii="Times New Roman" w:hAnsi="Times New Roman"/>
          <w:sz w:val="28"/>
          <w:szCs w:val="28"/>
          <w:lang w:val="uk-UA"/>
        </w:rPr>
        <w:t>0617321 «Будівництво-1 освітніх установ та закладів»</w:t>
      </w:r>
    </w:p>
    <w:p w:rsidR="00FC4A30" w:rsidRDefault="00FC4A30" w:rsidP="006646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4A30" w:rsidRPr="007C61FC" w:rsidRDefault="00FC4A30" w:rsidP="007C61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головного бухгалтера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Оксану </w:t>
      </w:r>
      <w:r w:rsidRPr="00AC4C6D">
        <w:rPr>
          <w:rFonts w:ascii="Times New Roman" w:hAnsi="Times New Roman"/>
          <w:color w:val="000000"/>
          <w:sz w:val="24"/>
          <w:szCs w:val="24"/>
          <w:lang w:val="uk-UA"/>
        </w:rPr>
        <w:t>СКУРЖИНСЬК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У</w:t>
      </w:r>
    </w:p>
    <w:p w:rsidR="00FC4A30" w:rsidRDefault="00FC4A30" w:rsidP="00AC4C6D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FC4A30" w:rsidRPr="0033216D" w:rsidRDefault="00FC4A30" w:rsidP="00AC4C6D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Начальник управління освіти</w:t>
      </w:r>
    </w:p>
    <w:p w:rsidR="00FC4A30" w:rsidRPr="0033216D" w:rsidRDefault="00FC4A30" w:rsidP="00837314">
      <w:pPr>
        <w:pStyle w:val="NoSpacing"/>
        <w:tabs>
          <w:tab w:val="left" w:pos="2828"/>
        </w:tabs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 ВЦА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Тетяна ХУДОБА</w:t>
      </w:r>
    </w:p>
    <w:sectPr w:rsidR="00FC4A30" w:rsidRPr="0033216D" w:rsidSect="00DF1FFC">
      <w:headerReference w:type="even" r:id="rId8"/>
      <w:headerReference w:type="default" r:id="rId9"/>
      <w:pgSz w:w="11909" w:h="16834" w:code="9"/>
      <w:pgMar w:top="1134" w:right="567" w:bottom="567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A30" w:rsidRDefault="00FC4A30">
      <w:r>
        <w:separator/>
      </w:r>
    </w:p>
  </w:endnote>
  <w:endnote w:type="continuationSeparator" w:id="0">
    <w:p w:rsidR="00FC4A30" w:rsidRDefault="00FC4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A30" w:rsidRDefault="00FC4A30">
      <w:r>
        <w:separator/>
      </w:r>
    </w:p>
  </w:footnote>
  <w:footnote w:type="continuationSeparator" w:id="0">
    <w:p w:rsidR="00FC4A30" w:rsidRDefault="00FC4A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A30" w:rsidRDefault="00FC4A30" w:rsidP="00BE03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4A30" w:rsidRDefault="00FC4A3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A30" w:rsidRDefault="00FC4A30" w:rsidP="00BE03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C4A30" w:rsidRDefault="00FC4A3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E61"/>
    <w:rsid w:val="0001125C"/>
    <w:rsid w:val="00024429"/>
    <w:rsid w:val="00062713"/>
    <w:rsid w:val="000711C2"/>
    <w:rsid w:val="0007365B"/>
    <w:rsid w:val="000D048A"/>
    <w:rsid w:val="000E18CA"/>
    <w:rsid w:val="00102E61"/>
    <w:rsid w:val="00106F15"/>
    <w:rsid w:val="00152D47"/>
    <w:rsid w:val="00191674"/>
    <w:rsid w:val="001E2C09"/>
    <w:rsid w:val="002A1EF1"/>
    <w:rsid w:val="002D2CB8"/>
    <w:rsid w:val="002F03C6"/>
    <w:rsid w:val="002F387A"/>
    <w:rsid w:val="0033216D"/>
    <w:rsid w:val="003C6A00"/>
    <w:rsid w:val="003E3567"/>
    <w:rsid w:val="003F37A4"/>
    <w:rsid w:val="003F4F88"/>
    <w:rsid w:val="004052EC"/>
    <w:rsid w:val="00427A32"/>
    <w:rsid w:val="00437AA9"/>
    <w:rsid w:val="00483CAF"/>
    <w:rsid w:val="00495EC7"/>
    <w:rsid w:val="004A7BCD"/>
    <w:rsid w:val="004B2CFC"/>
    <w:rsid w:val="004B3E07"/>
    <w:rsid w:val="00606D2D"/>
    <w:rsid w:val="00621700"/>
    <w:rsid w:val="00641551"/>
    <w:rsid w:val="006511FA"/>
    <w:rsid w:val="00664677"/>
    <w:rsid w:val="00685E27"/>
    <w:rsid w:val="006C2EC7"/>
    <w:rsid w:val="006E384A"/>
    <w:rsid w:val="006E46A8"/>
    <w:rsid w:val="00700496"/>
    <w:rsid w:val="007147BB"/>
    <w:rsid w:val="00746C20"/>
    <w:rsid w:val="00780C53"/>
    <w:rsid w:val="007A1EBE"/>
    <w:rsid w:val="007C0640"/>
    <w:rsid w:val="007C61FC"/>
    <w:rsid w:val="007F5799"/>
    <w:rsid w:val="00837314"/>
    <w:rsid w:val="00845414"/>
    <w:rsid w:val="00855096"/>
    <w:rsid w:val="00867DD2"/>
    <w:rsid w:val="008B174A"/>
    <w:rsid w:val="008B6218"/>
    <w:rsid w:val="008E0EB3"/>
    <w:rsid w:val="008E2E1B"/>
    <w:rsid w:val="00901116"/>
    <w:rsid w:val="00923D97"/>
    <w:rsid w:val="00980139"/>
    <w:rsid w:val="00984A57"/>
    <w:rsid w:val="00996932"/>
    <w:rsid w:val="00A041FD"/>
    <w:rsid w:val="00A33FD0"/>
    <w:rsid w:val="00A35216"/>
    <w:rsid w:val="00A65C60"/>
    <w:rsid w:val="00A80F9A"/>
    <w:rsid w:val="00AB2C5A"/>
    <w:rsid w:val="00AC4C6D"/>
    <w:rsid w:val="00AF7C54"/>
    <w:rsid w:val="00B018CD"/>
    <w:rsid w:val="00B077CD"/>
    <w:rsid w:val="00B6736D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D53151"/>
    <w:rsid w:val="00D71D46"/>
    <w:rsid w:val="00D8305B"/>
    <w:rsid w:val="00DF1FFC"/>
    <w:rsid w:val="00DF218D"/>
    <w:rsid w:val="00E14937"/>
    <w:rsid w:val="00E405E1"/>
    <w:rsid w:val="00E50580"/>
    <w:rsid w:val="00E549F0"/>
    <w:rsid w:val="00E723E7"/>
    <w:rsid w:val="00E7524F"/>
    <w:rsid w:val="00E96A67"/>
    <w:rsid w:val="00ED60A5"/>
    <w:rsid w:val="00EF4B1E"/>
    <w:rsid w:val="00F10408"/>
    <w:rsid w:val="00F143BF"/>
    <w:rsid w:val="00F3097C"/>
    <w:rsid w:val="00F35CE1"/>
    <w:rsid w:val="00FC4A30"/>
    <w:rsid w:val="00FD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F9A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174A"/>
    <w:rPr>
      <w:rFonts w:ascii="Calibri Light" w:hAnsi="Calibri Light" w:cs="Times New Roman"/>
      <w:color w:val="2E74B5"/>
      <w:sz w:val="26"/>
      <w:szCs w:val="26"/>
      <w:lang/>
    </w:rPr>
  </w:style>
  <w:style w:type="paragraph" w:styleId="ListParagraph">
    <w:name w:val="List Paragraph"/>
    <w:basedOn w:val="Normal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BodyText">
    <w:name w:val="Body Text"/>
    <w:basedOn w:val="Normal"/>
    <w:link w:val="BodyTextChar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Emphasis">
    <w:name w:val="Emphasis"/>
    <w:basedOn w:val="DefaultParagraphFont"/>
    <w:uiPriority w:val="99"/>
    <w:qFormat/>
    <w:rsid w:val="00B018CD"/>
    <w:rPr>
      <w:rFonts w:cs="Times New Roman"/>
      <w:i/>
      <w:iCs/>
    </w:rPr>
  </w:style>
  <w:style w:type="paragraph" w:styleId="NoSpacing">
    <w:name w:val="No Spacing"/>
    <w:uiPriority w:val="99"/>
    <w:qFormat/>
    <w:rsid w:val="00C4283D"/>
  </w:style>
  <w:style w:type="paragraph" w:styleId="Header">
    <w:name w:val="header"/>
    <w:basedOn w:val="Normal"/>
    <w:link w:val="HeaderChar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B2C5A"/>
    <w:rPr>
      <w:rFonts w:cs="Times New Roman"/>
    </w:rPr>
  </w:style>
  <w:style w:type="character" w:styleId="PageNumber">
    <w:name w:val="page number"/>
    <w:basedOn w:val="DefaultParagraphFont"/>
    <w:uiPriority w:val="99"/>
    <w:rsid w:val="003F4F8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44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97</TotalTime>
  <Pages>1</Pages>
  <Words>250</Words>
  <Characters>1429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20</cp:revision>
  <cp:lastPrinted>2021-06-09T11:27:00Z</cp:lastPrinted>
  <dcterms:created xsi:type="dcterms:W3CDTF">2021-03-25T12:45:00Z</dcterms:created>
  <dcterms:modified xsi:type="dcterms:W3CDTF">2021-06-11T08:50:00Z</dcterms:modified>
</cp:coreProperties>
</file>